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2E63" w:rsidRDefault="00095437" w:rsidP="00F928C3">
      <w:pPr>
        <w:pStyle w:val="0-Auteur"/>
        <w:spacing w:before="1680" w:line="300" w:lineRule="exact"/>
        <w:rPr>
          <w:sz w:val="19"/>
          <w:szCs w:val="19"/>
        </w:rPr>
      </w:pPr>
      <w:r>
        <w:rPr>
          <w:noProof/>
          <w:lang w:bidi="ar-SA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-267335</wp:posOffset>
                </wp:positionH>
                <wp:positionV relativeFrom="paragraph">
                  <wp:posOffset>518160</wp:posOffset>
                </wp:positionV>
                <wp:extent cx="784860" cy="571500"/>
                <wp:effectExtent l="0" t="0" r="0" b="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486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5437" w:rsidRDefault="0009543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21.05pt;margin-top:40.8pt;width:61.8pt;height:4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" stroked="f">
                <v:textbox>
                  <w:txbxContent>
                    <w:p w:rsidR="00095437" w:rsidRDefault="00095437"/>
                  </w:txbxContent>
                </v:textbox>
                <w10:wrap type="square"/>
              </v:shape>
            </w:pict>
          </mc:Fallback>
        </mc:AlternateContent>
      </w:r>
    </w:p>
    <w:p w:rsidR="00095437" w:rsidRDefault="00095437" w:rsidP="00624003">
      <w:pPr>
        <w:pStyle w:val="3-Titredelanote"/>
      </w:pPr>
      <w:r>
        <w:t xml:space="preserve">Conseil d’ADMINISTRATION </w:t>
      </w:r>
    </w:p>
    <w:p w:rsidR="00624003" w:rsidRDefault="00095437" w:rsidP="00624003">
      <w:pPr>
        <w:pStyle w:val="3-Titredelanote"/>
      </w:pPr>
      <w:r>
        <w:t>du1</w:t>
      </w:r>
      <w:r w:rsidR="00521DB5">
        <w:t>3</w:t>
      </w:r>
      <w:r w:rsidR="003755B4">
        <w:t xml:space="preserve"> juin</w:t>
      </w:r>
      <w:r w:rsidR="00521DB5">
        <w:t xml:space="preserve"> 2024</w:t>
      </w:r>
    </w:p>
    <w:p w:rsidR="00624003" w:rsidRDefault="00095437" w:rsidP="00624003">
      <w:pPr>
        <w:pStyle w:val="4-Sous-titredelanote"/>
      </w:pPr>
      <w:r>
        <w:t>Délibération 202</w:t>
      </w:r>
      <w:r w:rsidR="00521DB5">
        <w:t>4</w:t>
      </w:r>
      <w:r>
        <w:t>-</w:t>
      </w:r>
      <w:r w:rsidR="00521DB5">
        <w:t>1</w:t>
      </w:r>
      <w:r w:rsidR="004D777C">
        <w:t>2</w:t>
      </w:r>
    </w:p>
    <w:p w:rsidR="009408CE" w:rsidRPr="009408CE" w:rsidRDefault="009408CE" w:rsidP="00A54E9D">
      <w:pPr>
        <w:suppressAutoHyphens/>
        <w:spacing w:before="3000" w:after="227" w:line="260" w:lineRule="atLeast"/>
        <w:jc w:val="both"/>
        <w:rPr>
          <w:i w:val="0"/>
          <w:sz w:val="20"/>
          <w:szCs w:val="20"/>
          <w:lang w:bidi="ar-SA"/>
        </w:rPr>
      </w:pPr>
      <w:r w:rsidRPr="009408CE">
        <w:rPr>
          <w:rFonts w:eastAsiaTheme="minorHAnsi"/>
          <w:b/>
          <w:i w:val="0"/>
          <w:sz w:val="20"/>
          <w:szCs w:val="20"/>
          <w:u w:val="single"/>
          <w:lang w:bidi="ar-SA"/>
        </w:rPr>
        <w:t>Projet de délibération 202</w:t>
      </w:r>
      <w:r w:rsidR="000A3322">
        <w:rPr>
          <w:rFonts w:eastAsiaTheme="minorHAnsi"/>
          <w:b/>
          <w:i w:val="0"/>
          <w:sz w:val="20"/>
          <w:szCs w:val="20"/>
          <w:u w:val="single"/>
          <w:lang w:bidi="ar-SA"/>
        </w:rPr>
        <w:t>4</w:t>
      </w:r>
      <w:r w:rsidRPr="009408CE">
        <w:rPr>
          <w:rFonts w:eastAsiaTheme="minorHAnsi"/>
          <w:b/>
          <w:i w:val="0"/>
          <w:sz w:val="20"/>
          <w:szCs w:val="20"/>
          <w:u w:val="single"/>
          <w:lang w:bidi="ar-SA"/>
        </w:rPr>
        <w:t>-</w:t>
      </w:r>
      <w:r w:rsidR="000A3322">
        <w:rPr>
          <w:rFonts w:eastAsiaTheme="minorHAnsi"/>
          <w:b/>
          <w:i w:val="0"/>
          <w:sz w:val="20"/>
          <w:szCs w:val="20"/>
          <w:u w:val="single"/>
          <w:lang w:bidi="ar-SA"/>
        </w:rPr>
        <w:t>1</w:t>
      </w:r>
      <w:r w:rsidR="00E91219">
        <w:rPr>
          <w:rFonts w:eastAsiaTheme="minorHAnsi"/>
          <w:b/>
          <w:i w:val="0"/>
          <w:sz w:val="20"/>
          <w:szCs w:val="20"/>
          <w:u w:val="single"/>
          <w:lang w:bidi="ar-SA"/>
        </w:rPr>
        <w:t>2</w:t>
      </w:r>
      <w:bookmarkStart w:id="0" w:name="_GoBack"/>
      <w:bookmarkEnd w:id="0"/>
      <w:r w:rsidRPr="00835DFF">
        <w:rPr>
          <w:rFonts w:eastAsiaTheme="minorHAnsi"/>
          <w:b/>
          <w:i w:val="0"/>
          <w:sz w:val="20"/>
          <w:szCs w:val="20"/>
          <w:lang w:bidi="ar-SA"/>
        </w:rPr>
        <w:t> :</w:t>
      </w:r>
      <w:r w:rsidRPr="009408CE">
        <w:rPr>
          <w:i w:val="0"/>
          <w:sz w:val="20"/>
          <w:szCs w:val="20"/>
          <w:lang w:bidi="ar-SA"/>
        </w:rPr>
        <w:t xml:space="preserve"> après discussion, Madame Laure-Agnès Caradec, Présidente, demande aux membres du Conseil d’administration présents :</w:t>
      </w:r>
    </w:p>
    <w:p w:rsidR="009408CE" w:rsidRPr="009408CE" w:rsidRDefault="009408CE" w:rsidP="009408CE">
      <w:pPr>
        <w:numPr>
          <w:ilvl w:val="0"/>
          <w:numId w:val="39"/>
        </w:numPr>
        <w:suppressAutoHyphens/>
        <w:spacing w:after="227" w:line="260" w:lineRule="atLeast"/>
        <w:jc w:val="both"/>
        <w:rPr>
          <w:i w:val="0"/>
          <w:sz w:val="20"/>
          <w:szCs w:val="20"/>
          <w:lang w:bidi="ar-SA"/>
        </w:rPr>
      </w:pPr>
      <w:r w:rsidRPr="009408CE">
        <w:rPr>
          <w:i w:val="0"/>
          <w:sz w:val="20"/>
          <w:szCs w:val="20"/>
          <w:lang w:bidi="ar-SA"/>
        </w:rPr>
        <w:t xml:space="preserve">De bien vouloir valider le </w:t>
      </w:r>
      <w:r w:rsidR="00244B0F">
        <w:rPr>
          <w:i w:val="0"/>
          <w:sz w:val="20"/>
          <w:szCs w:val="20"/>
          <w:lang w:bidi="ar-SA"/>
        </w:rPr>
        <w:t xml:space="preserve">Programme Cadre 2024-2026 avant approbation en Assemblée générale du 13 juin 2024 </w:t>
      </w:r>
    </w:p>
    <w:p w:rsidR="00095437" w:rsidRDefault="00095437" w:rsidP="00762E63">
      <w:pPr>
        <w:pStyle w:val="6-Textecourant"/>
      </w:pPr>
    </w:p>
    <w:p w:rsidR="00095437" w:rsidRDefault="00095437" w:rsidP="00762E63">
      <w:pPr>
        <w:pStyle w:val="6-Textecourant"/>
      </w:pPr>
    </w:p>
    <w:p w:rsidR="00F22DD0" w:rsidRDefault="00F22DD0" w:rsidP="00762E63">
      <w:pPr>
        <w:pStyle w:val="6-Textecourant"/>
      </w:pPr>
    </w:p>
    <w:p w:rsidR="00F22DD0" w:rsidRDefault="00F22DD0" w:rsidP="00762E63">
      <w:pPr>
        <w:pStyle w:val="6-Textecourant"/>
      </w:pPr>
    </w:p>
    <w:p w:rsidR="00095437" w:rsidRDefault="00095437" w:rsidP="00762E63">
      <w:pPr>
        <w:pStyle w:val="6-Textecourant"/>
      </w:pPr>
    </w:p>
    <w:p w:rsidR="00762E63" w:rsidRDefault="00095437" w:rsidP="00095437">
      <w:pPr>
        <w:pStyle w:val="6-Textecourant"/>
        <w:ind w:left="4678"/>
      </w:pPr>
      <w:r>
        <w:t>La Présidente</w:t>
      </w:r>
    </w:p>
    <w:p w:rsidR="00095437" w:rsidRDefault="00095437" w:rsidP="00095437">
      <w:pPr>
        <w:pStyle w:val="6-Textecourant"/>
        <w:ind w:left="4678"/>
      </w:pPr>
    </w:p>
    <w:p w:rsidR="00095437" w:rsidRDefault="00095437" w:rsidP="00095437">
      <w:pPr>
        <w:pStyle w:val="6-Textecourant"/>
        <w:ind w:left="4678"/>
      </w:pPr>
    </w:p>
    <w:p w:rsidR="00095437" w:rsidRDefault="00095437" w:rsidP="00095437">
      <w:pPr>
        <w:pStyle w:val="6-Textecourant"/>
        <w:ind w:left="4678"/>
      </w:pPr>
    </w:p>
    <w:p w:rsidR="00095437" w:rsidRDefault="00095437" w:rsidP="00095437">
      <w:pPr>
        <w:pStyle w:val="6-Textecourant"/>
        <w:ind w:left="4678"/>
      </w:pPr>
    </w:p>
    <w:p w:rsidR="00095437" w:rsidRDefault="00095437" w:rsidP="00095437">
      <w:pPr>
        <w:pStyle w:val="6-Textecourant"/>
        <w:ind w:left="4678"/>
      </w:pPr>
      <w:r>
        <w:t>Laure-Agnès CARADEC</w:t>
      </w:r>
    </w:p>
    <w:p w:rsidR="00762E63" w:rsidRDefault="00762E63" w:rsidP="00762E63"/>
    <w:p w:rsidR="00300EA6" w:rsidRPr="00762E63" w:rsidRDefault="00300EA6" w:rsidP="00C02130">
      <w:pPr>
        <w:pStyle w:val="17-Pagination"/>
        <w:framePr w:wrap="around"/>
      </w:pPr>
    </w:p>
    <w:sectPr w:rsidR="00300EA6" w:rsidRPr="00762E63" w:rsidSect="00F928C3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560" w:right="1418" w:bottom="1560" w:left="2977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0BE3" w:rsidRDefault="00D90BE3">
      <w:r>
        <w:separator/>
      </w:r>
    </w:p>
    <w:p w:rsidR="00D90BE3" w:rsidRDefault="00D90BE3"/>
    <w:p w:rsidR="00F3163E" w:rsidRDefault="00F3163E"/>
    <w:p w:rsidR="004B2A85" w:rsidRDefault="004B2A85"/>
  </w:endnote>
  <w:endnote w:type="continuationSeparator" w:id="0">
    <w:p w:rsidR="00D90BE3" w:rsidRDefault="00D90BE3">
      <w:r>
        <w:continuationSeparator/>
      </w:r>
    </w:p>
    <w:p w:rsidR="00D90BE3" w:rsidRDefault="00D90BE3"/>
    <w:p w:rsidR="00F3163E" w:rsidRDefault="00F3163E"/>
    <w:p w:rsidR="004B2A85" w:rsidRDefault="004B2A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yriad Pro Black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bas Neue Bold">
    <w:panose1 w:val="00000000000000000000"/>
    <w:charset w:val="00"/>
    <w:family w:val="swiss"/>
    <w:notTrueType/>
    <w:pitch w:val="variable"/>
    <w:sig w:usb0="A000022F" w:usb1="0000005B" w:usb2="00000000" w:usb3="00000000" w:csb0="00000097" w:csb1="00000000"/>
  </w:font>
  <w:font w:name="Myriad Pro Cond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Helvetica 35 Thin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Neue Condense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Neue MediumCon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ebas Neue">
    <w:altName w:val="Aria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BE3" w:rsidRPr="00645B5C" w:rsidRDefault="00D90BE3" w:rsidP="00645B5C">
    <w:pPr>
      <w:pStyle w:val="17-Pagination"/>
      <w:framePr w:w="0" w:h="390" w:hRule="exact" w:wrap="around" w:x="452" w:y="-676"/>
      <w:rPr>
        <w:rFonts w:ascii="Myriad Pro Cond" w:hAnsi="Myriad Pro Cond"/>
        <w:b/>
        <w:color w:val="auto"/>
        <w:sz w:val="24"/>
        <w:szCs w:val="24"/>
        <w:u w:val="none"/>
      </w:rPr>
    </w:pPr>
    <w:r w:rsidRPr="00645B5C">
      <w:rPr>
        <w:rFonts w:ascii="Myriad Pro Cond" w:hAnsi="Myriad Pro Cond"/>
        <w:b/>
        <w:color w:val="auto"/>
        <w:sz w:val="24"/>
        <w:szCs w:val="24"/>
        <w:u w:val="none"/>
      </w:rPr>
      <w:fldChar w:fldCharType="begin"/>
    </w:r>
    <w:r w:rsidRPr="00645B5C">
      <w:rPr>
        <w:rFonts w:ascii="Myriad Pro Cond" w:hAnsi="Myriad Pro Cond"/>
        <w:b/>
        <w:color w:val="auto"/>
        <w:sz w:val="24"/>
        <w:szCs w:val="24"/>
        <w:u w:val="none"/>
      </w:rPr>
      <w:instrText xml:space="preserve">PAGE  </w:instrText>
    </w:r>
    <w:r w:rsidRPr="00645B5C">
      <w:rPr>
        <w:rFonts w:ascii="Myriad Pro Cond" w:hAnsi="Myriad Pro Cond"/>
        <w:b/>
        <w:color w:val="auto"/>
        <w:sz w:val="24"/>
        <w:szCs w:val="24"/>
        <w:u w:val="none"/>
      </w:rPr>
      <w:fldChar w:fldCharType="separate"/>
    </w:r>
    <w:r w:rsidR="009408CE">
      <w:rPr>
        <w:rFonts w:ascii="Myriad Pro Cond" w:hAnsi="Myriad Pro Cond"/>
        <w:b/>
        <w:noProof/>
        <w:color w:val="auto"/>
        <w:sz w:val="24"/>
        <w:szCs w:val="24"/>
        <w:u w:val="none"/>
      </w:rPr>
      <w:t>2</w:t>
    </w:r>
    <w:r w:rsidRPr="00645B5C">
      <w:rPr>
        <w:rFonts w:ascii="Myriad Pro Cond" w:hAnsi="Myriad Pro Cond"/>
        <w:b/>
        <w:color w:val="auto"/>
        <w:sz w:val="24"/>
        <w:szCs w:val="24"/>
        <w:u w:val="none"/>
      </w:rPr>
      <w:fldChar w:fldCharType="end"/>
    </w:r>
  </w:p>
  <w:p w:rsidR="004B2A85" w:rsidRDefault="00E554A3"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410210</wp:posOffset>
              </wp:positionH>
              <wp:positionV relativeFrom="paragraph">
                <wp:posOffset>-395936</wp:posOffset>
              </wp:positionV>
              <wp:extent cx="2305685" cy="13525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05685" cy="1352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90BE3" w:rsidRPr="00F928C3" w:rsidRDefault="00D90BE3">
                          <w:pPr>
                            <w:rPr>
                              <w:rFonts w:ascii="Myriad Pro Cond" w:hAnsi="Myriad Pro Cond"/>
                              <w:i w:val="0"/>
                            </w:rPr>
                          </w:pPr>
                          <w:r w:rsidRPr="00547E3A">
                            <w:rPr>
                              <w:rFonts w:ascii="Myriad Pro Cond" w:hAnsi="Myriad Pro Cond"/>
                              <w:i w:val="0"/>
                            </w:rPr>
                            <w:t>TITRE DE LA NOTE EN CAPITALES</w:t>
                          </w:r>
                          <w:r>
                            <w:rPr>
                              <w:rFonts w:ascii="Myriad Pro Cond" w:hAnsi="Myriad Pro Cond"/>
                              <w:i w:val="0"/>
                            </w:rPr>
                            <w:t xml:space="preserve"> – </w:t>
                          </w:r>
                          <w:r w:rsidRPr="00F928C3">
                            <w:rPr>
                              <w:rFonts w:ascii="Myriad Pro Cond" w:hAnsi="Myriad Pro Cond"/>
                              <w:b/>
                              <w:i w:val="0"/>
                            </w:rPr>
                            <w:t>Date de publication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32.3pt;margin-top:-31.2pt;width:181.55pt;height:10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" stroked="f">
              <v:textbox inset="0,0,0,0">
                <w:txbxContent>
                  <w:p w:rsidR="00D90BE3" w:rsidRPr="00F928C3" w:rsidRDefault="00D90BE3">
                    <w:pPr>
                      <w:rPr>
                        <w:rFonts w:ascii="Myriad Pro Cond" w:hAnsi="Myriad Pro Cond"/>
                        <w:i w:val="0"/>
                      </w:rPr>
                    </w:pPr>
                    <w:r w:rsidRPr="00547E3A">
                      <w:rPr>
                        <w:rFonts w:ascii="Myriad Pro Cond" w:hAnsi="Myriad Pro Cond"/>
                        <w:i w:val="0"/>
                      </w:rPr>
                      <w:t>TITRE DE LA NOTE EN CAPITALES</w:t>
                    </w:r>
                    <w:r>
                      <w:rPr>
                        <w:rFonts w:ascii="Myriad Pro Cond" w:hAnsi="Myriad Pro Cond"/>
                        <w:i w:val="0"/>
                      </w:rPr>
                      <w:t xml:space="preserve"> – </w:t>
                    </w:r>
                    <w:r w:rsidRPr="00F928C3">
                      <w:rPr>
                        <w:rFonts w:ascii="Myriad Pro Cond" w:hAnsi="Myriad Pro Cond"/>
                        <w:b/>
                        <w:i w:val="0"/>
                      </w:rPr>
                      <w:t>Date de publication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bidi="ar-SA"/>
      </w:rPr>
      <w:drawing>
        <wp:anchor distT="0" distB="0" distL="114300" distR="114300" simplePos="0" relativeHeight="251655168" behindDoc="1" locked="0" layoutInCell="1" allowOverlap="1">
          <wp:simplePos x="0" y="0"/>
          <wp:positionH relativeFrom="column">
            <wp:posOffset>-515620</wp:posOffset>
          </wp:positionH>
          <wp:positionV relativeFrom="paragraph">
            <wp:posOffset>-432131</wp:posOffset>
          </wp:positionV>
          <wp:extent cx="915035" cy="238125"/>
          <wp:effectExtent l="0" t="0" r="0" b="9525"/>
          <wp:wrapNone/>
          <wp:docPr id="2" name="Image 1" descr="Bas de page-0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s de page-03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15035" cy="238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BE3" w:rsidRPr="00645B5C" w:rsidRDefault="00D90BE3" w:rsidP="009D197E">
    <w:pPr>
      <w:pStyle w:val="17-Pagination"/>
      <w:framePr w:w="0" w:h="390" w:hRule="exact" w:wrap="around" w:x="11304" w:y="-644"/>
      <w:rPr>
        <w:rFonts w:ascii="Myriad Pro Cond" w:hAnsi="Myriad Pro Cond"/>
        <w:b/>
        <w:color w:val="auto"/>
        <w:sz w:val="24"/>
        <w:szCs w:val="24"/>
        <w:u w:val="none"/>
      </w:rPr>
    </w:pPr>
    <w:r w:rsidRPr="00645B5C">
      <w:rPr>
        <w:rFonts w:ascii="Myriad Pro Cond" w:hAnsi="Myriad Pro Cond"/>
        <w:b/>
        <w:color w:val="auto"/>
        <w:sz w:val="24"/>
        <w:szCs w:val="24"/>
        <w:u w:val="none"/>
      </w:rPr>
      <w:fldChar w:fldCharType="begin"/>
    </w:r>
    <w:r w:rsidRPr="00645B5C">
      <w:rPr>
        <w:rFonts w:ascii="Myriad Pro Cond" w:hAnsi="Myriad Pro Cond"/>
        <w:b/>
        <w:color w:val="auto"/>
        <w:sz w:val="24"/>
        <w:szCs w:val="24"/>
        <w:u w:val="none"/>
      </w:rPr>
      <w:instrText xml:space="preserve">PAGE  </w:instrText>
    </w:r>
    <w:r w:rsidRPr="00645B5C">
      <w:rPr>
        <w:rFonts w:ascii="Myriad Pro Cond" w:hAnsi="Myriad Pro Cond"/>
        <w:b/>
        <w:color w:val="auto"/>
        <w:sz w:val="24"/>
        <w:szCs w:val="24"/>
        <w:u w:val="none"/>
      </w:rPr>
      <w:fldChar w:fldCharType="separate"/>
    </w:r>
    <w:r w:rsidR="00095437">
      <w:rPr>
        <w:rFonts w:ascii="Myriad Pro Cond" w:hAnsi="Myriad Pro Cond"/>
        <w:b/>
        <w:noProof/>
        <w:color w:val="auto"/>
        <w:sz w:val="24"/>
        <w:szCs w:val="24"/>
        <w:u w:val="none"/>
      </w:rPr>
      <w:t>3</w:t>
    </w:r>
    <w:r w:rsidRPr="00645B5C">
      <w:rPr>
        <w:rFonts w:ascii="Myriad Pro Cond" w:hAnsi="Myriad Pro Cond"/>
        <w:b/>
        <w:color w:val="auto"/>
        <w:sz w:val="24"/>
        <w:szCs w:val="24"/>
        <w:u w:val="none"/>
      </w:rPr>
      <w:fldChar w:fldCharType="end"/>
    </w:r>
  </w:p>
  <w:p w:rsidR="004B2A85" w:rsidRDefault="00E554A3">
    <w:r>
      <w:rPr>
        <w:noProof/>
        <w:lang w:bidi="ar-SA"/>
      </w:rPr>
      <mc:AlternateContent>
        <mc:Choice Requires="wpg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column">
                <wp:posOffset>4311015</wp:posOffset>
              </wp:positionH>
              <wp:positionV relativeFrom="paragraph">
                <wp:posOffset>-397510</wp:posOffset>
              </wp:positionV>
              <wp:extent cx="946150" cy="245745"/>
              <wp:effectExtent l="0" t="0" r="6350" b="1905"/>
              <wp:wrapNone/>
              <wp:docPr id="9" name="Groupe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46150" cy="245745"/>
                        <a:chOff x="0" y="0"/>
                        <a:chExt cx="946703" cy="246076"/>
                      </a:xfrm>
                    </wpg:grpSpPr>
                    <pic:pic xmlns:pic="http://schemas.openxmlformats.org/drawingml/2006/picture">
                      <pic:nvPicPr>
                        <pic:cNvPr id="4" name="Image 1" descr="Bas de page-03.jp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rcRect r="31294"/>
                        <a:stretch>
                          <a:fillRect/>
                        </a:stretch>
                      </pic:blipFill>
                      <pic:spPr>
                        <a:xfrm>
                          <a:off x="318053" y="0"/>
                          <a:ext cx="628650" cy="23876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6" name="Image 1" descr="Bas de page-03.jp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rcRect l="59585" r="6736"/>
                        <a:stretch>
                          <a:fillRect/>
                        </a:stretch>
                      </pic:blipFill>
                      <pic:spPr>
                        <a:xfrm>
                          <a:off x="0" y="7951"/>
                          <a:ext cx="309245" cy="2381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6D20D8D" id="Groupe 9" o:spid="_x0000_s1026" style="position:absolute;margin-left:339.45pt;margin-top:-31.3pt;width:74.5pt;height:19.35pt;z-index:-251654144" coordsize="9467,246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1" o:spid="_x0000_s1027" type="#_x0000_t75" alt="Bas de page-03.jpg" style="position:absolute;left:3180;width:6287;height:238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i037HEAAAA2gAAAA8AAABkcnMvZG93bnJldi54bWxEj9FqwkAURN+F/sNyC76IbioqNnWVKBQK&#10;Km3TfsAle5uEZu+mu2uMf+8KQh+HmTnDrDa9aURHzteWFTxNEhDEhdU1lwq+v17HSxA+IGtsLJOC&#10;C3nYrB8GK0y1PfMndXkoRYSwT1FBFUKbSumLigz6iW2Jo/djncEQpSuldniOcNPIaZIspMGa40KF&#10;Le0qKn7zk1Fg54eR3WPyfPR64bL37cdft8uUGj722QuIQH34D9/bb1rBDG5X4g2Q6ys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i037HEAAAA2gAAAA8AAAAAAAAAAAAAAAAA&#10;nwIAAGRycy9kb3ducmV2LnhtbFBLBQYAAAAABAAEAPcAAACQAwAAAAA=&#10;">
                <v:imagedata r:id="rId2" o:title="Bas de page-03" cropright="20509f"/>
                <v:path arrowok="t"/>
              </v:shape>
              <v:shape id="Image 1" o:spid="_x0000_s1028" type="#_x0000_t75" alt="Bas de page-03.jpg" style="position:absolute;top:79;width:3092;height:2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o6enbCAAAA2gAAAA8AAABkcnMvZG93bnJldi54bWxEj0FrwkAUhO9C/8PyCr3pRqFio6tIQVo8&#10;CEYvvT2yzySYfRt2XzT9965Q6HGYmW+Y1WZwrbpRiI1nA9NJBoq49LbhysD5tBsvQEVBtth6JgO/&#10;FGGzfhmtMLf+zke6FVKpBOGYo4FapMu1jmVNDuPEd8TJu/jgUJIMlbYB7wnuWj3Lsrl22HBaqLGj&#10;z5rKa9E7Ayhfi7Cfyk/2fuir4+zc9LuPwpi312G7BCU0yH/4r/1tDczheSXdAL1+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qOnp2wgAAANoAAAAPAAAAAAAAAAAAAAAAAJ8C&#10;AABkcnMvZG93bnJldi54bWxQSwUGAAAAAAQABAD3AAAAjgMAAAAA&#10;">
                <v:imagedata r:id="rId2" o:title="Bas de page-03" cropleft="39050f" cropright="4415f"/>
                <v:path arrowok="t"/>
              </v:shape>
            </v:group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F9D877A" wp14:editId="29631E1A">
              <wp:simplePos x="0" y="0"/>
              <wp:positionH relativeFrom="column">
                <wp:posOffset>1972945</wp:posOffset>
              </wp:positionH>
              <wp:positionV relativeFrom="paragraph">
                <wp:posOffset>-348946</wp:posOffset>
              </wp:positionV>
              <wp:extent cx="2305685" cy="135255"/>
              <wp:effectExtent l="0" t="0" r="0" b="0"/>
              <wp:wrapNone/>
              <wp:docPr id="10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05685" cy="1352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554A3" w:rsidRPr="00F928C3" w:rsidRDefault="00E554A3" w:rsidP="00E554A3">
                          <w:pPr>
                            <w:jc w:val="right"/>
                            <w:rPr>
                              <w:rFonts w:ascii="Myriad Pro Cond" w:hAnsi="Myriad Pro Cond"/>
                              <w:i w:val="0"/>
                            </w:rPr>
                          </w:pPr>
                          <w:r w:rsidRPr="00F928C3">
                            <w:rPr>
                              <w:rFonts w:ascii="Myriad Pro Cond" w:hAnsi="Myriad Pro Cond"/>
                              <w:b/>
                              <w:i w:val="0"/>
                            </w:rPr>
                            <w:t>Date de publication</w:t>
                          </w:r>
                          <w:r>
                            <w:rPr>
                              <w:rFonts w:ascii="Myriad Pro Cond" w:hAnsi="Myriad Pro Cond"/>
                              <w:b/>
                              <w:i w:val="0"/>
                            </w:rPr>
                            <w:t xml:space="preserve"> </w:t>
                          </w:r>
                          <w:r>
                            <w:rPr>
                              <w:rFonts w:ascii="Myriad Pro Cond" w:hAnsi="Myriad Pro Cond"/>
                              <w:i w:val="0"/>
                            </w:rPr>
                            <w:t xml:space="preserve"> – </w:t>
                          </w:r>
                          <w:r w:rsidRPr="00547E3A">
                            <w:rPr>
                              <w:rFonts w:ascii="Myriad Pro Cond" w:hAnsi="Myriad Pro Cond"/>
                              <w:i w:val="0"/>
                            </w:rPr>
                            <w:t>TITRE DE LA NOTE EN CAPITALES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9D877A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155.35pt;margin-top:-27.5pt;width:181.55pt;height:10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" stroked="f">
              <v:textbox inset="0,0,0,0">
                <w:txbxContent>
                  <w:p w:rsidR="00E554A3" w:rsidRPr="00F928C3" w:rsidRDefault="00E554A3" w:rsidP="00E554A3">
                    <w:pPr>
                      <w:jc w:val="right"/>
                      <w:rPr>
                        <w:rFonts w:ascii="Myriad Pro Cond" w:hAnsi="Myriad Pro Cond"/>
                        <w:i w:val="0"/>
                      </w:rPr>
                    </w:pPr>
                    <w:r w:rsidRPr="00F928C3">
                      <w:rPr>
                        <w:rFonts w:ascii="Myriad Pro Cond" w:hAnsi="Myriad Pro Cond"/>
                        <w:b/>
                        <w:i w:val="0"/>
                      </w:rPr>
                      <w:t>Date de publication</w:t>
                    </w:r>
                    <w:r>
                      <w:rPr>
                        <w:rFonts w:ascii="Myriad Pro Cond" w:hAnsi="Myriad Pro Cond"/>
                        <w:b/>
                        <w:i w:val="0"/>
                      </w:rPr>
                      <w:t xml:space="preserve"> </w:t>
                    </w:r>
                    <w:r>
                      <w:rPr>
                        <w:rFonts w:ascii="Myriad Pro Cond" w:hAnsi="Myriad Pro Cond"/>
                        <w:i w:val="0"/>
                      </w:rPr>
                      <w:t xml:space="preserve"> – </w:t>
                    </w:r>
                    <w:r w:rsidRPr="00547E3A">
                      <w:rPr>
                        <w:rFonts w:ascii="Myriad Pro Cond" w:hAnsi="Myriad Pro Cond"/>
                        <w:i w:val="0"/>
                      </w:rPr>
                      <w:t>TITRE DE LA NOTE EN CAPITALES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BE3" w:rsidRDefault="00D90BE3" w:rsidP="00D11626">
    <w:pPr>
      <w:ind w:left="-2977"/>
    </w:pPr>
    <w:r>
      <w:rPr>
        <w:noProof/>
        <w:lang w:bidi="ar-SA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-1890394</wp:posOffset>
          </wp:positionH>
          <wp:positionV relativeFrom="paragraph">
            <wp:posOffset>-2818282</wp:posOffset>
          </wp:positionV>
          <wp:extent cx="7567675" cy="2952644"/>
          <wp:effectExtent l="0" t="0" r="0" b="635"/>
          <wp:wrapNone/>
          <wp:docPr id="3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ote_A4 copie 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7675" cy="2952644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0BE3" w:rsidRDefault="00D90BE3">
      <w:r>
        <w:separator/>
      </w:r>
    </w:p>
    <w:p w:rsidR="00D90BE3" w:rsidRDefault="00D90BE3"/>
    <w:p w:rsidR="00F3163E" w:rsidRDefault="00F3163E"/>
    <w:p w:rsidR="004B2A85" w:rsidRDefault="004B2A85"/>
  </w:footnote>
  <w:footnote w:type="continuationSeparator" w:id="0">
    <w:p w:rsidR="00D90BE3" w:rsidRDefault="00D90BE3">
      <w:r>
        <w:continuationSeparator/>
      </w:r>
    </w:p>
    <w:p w:rsidR="00D90BE3" w:rsidRDefault="00D90BE3"/>
    <w:p w:rsidR="00F3163E" w:rsidRDefault="00F3163E"/>
    <w:p w:rsidR="004B2A85" w:rsidRDefault="004B2A8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BE3" w:rsidRDefault="00D90BE3">
    <w:r>
      <w:rPr>
        <w:noProof/>
        <w:lang w:bidi="ar-SA"/>
      </w:rPr>
      <w:drawing>
        <wp:anchor distT="0" distB="0" distL="114300" distR="114300" simplePos="0" relativeHeight="251653120" behindDoc="1" locked="0" layoutInCell="1" allowOverlap="1">
          <wp:simplePos x="0" y="0"/>
          <wp:positionH relativeFrom="column">
            <wp:posOffset>-1890395</wp:posOffset>
          </wp:positionH>
          <wp:positionV relativeFrom="paragraph">
            <wp:posOffset>0</wp:posOffset>
          </wp:positionV>
          <wp:extent cx="7566811" cy="4004523"/>
          <wp:effectExtent l="0" t="0" r="0" b="0"/>
          <wp:wrapNone/>
          <wp:docPr id="1" name="Image 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tête note-0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6811" cy="400452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256FB"/>
    <w:multiLevelType w:val="hybridMultilevel"/>
    <w:tmpl w:val="5B0E7F98"/>
    <w:lvl w:ilvl="0" w:tplc="FC3C16D0">
      <w:numFmt w:val="bullet"/>
      <w:lvlText w:val="-"/>
      <w:lvlJc w:val="left"/>
      <w:pPr>
        <w:ind w:left="720" w:hanging="360"/>
      </w:pPr>
      <w:rPr>
        <w:rFonts w:ascii="Myriad Pro" w:eastAsia="Times New Roman" w:hAnsi="Myriad Pro" w:cs="Myriad Pro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51110"/>
    <w:multiLevelType w:val="hybridMultilevel"/>
    <w:tmpl w:val="E258D658"/>
    <w:lvl w:ilvl="0" w:tplc="16901BBA">
      <w:start w:val="1"/>
      <w:numFmt w:val="bullet"/>
      <w:lvlText w:val=""/>
      <w:lvlJc w:val="left"/>
      <w:pPr>
        <w:tabs>
          <w:tab w:val="num" w:pos="644"/>
        </w:tabs>
        <w:ind w:left="284" w:firstLine="0"/>
      </w:pPr>
      <w:rPr>
        <w:rFonts w:ascii="Wingdings" w:hAnsi="Wingdings" w:hint="default"/>
        <w:b w:val="0"/>
        <w:i w:val="0"/>
        <w:color w:val="5F5F5F"/>
        <w:spacing w:val="-20"/>
        <w:sz w:val="16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553065"/>
    <w:multiLevelType w:val="hybridMultilevel"/>
    <w:tmpl w:val="27EE48A4"/>
    <w:lvl w:ilvl="0" w:tplc="FC3C16D0">
      <w:numFmt w:val="bullet"/>
      <w:lvlText w:val="-"/>
      <w:lvlJc w:val="left"/>
      <w:pPr>
        <w:ind w:left="720" w:hanging="360"/>
      </w:pPr>
      <w:rPr>
        <w:rFonts w:ascii="Myriad Pro" w:eastAsia="Times New Roman" w:hAnsi="Myriad Pro" w:cs="Myriad Pro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22018"/>
    <w:multiLevelType w:val="hybridMultilevel"/>
    <w:tmpl w:val="D2546DA4"/>
    <w:lvl w:ilvl="0" w:tplc="71E62530">
      <w:start w:val="1"/>
      <w:numFmt w:val="bullet"/>
      <w:lvlText w:val=""/>
      <w:lvlJc w:val="left"/>
      <w:pPr>
        <w:tabs>
          <w:tab w:val="num" w:pos="644"/>
        </w:tabs>
        <w:ind w:left="624" w:hanging="340"/>
      </w:pPr>
      <w:rPr>
        <w:rFonts w:ascii="Wingdings" w:hAnsi="Wingdings" w:hint="default"/>
        <w:b w:val="0"/>
        <w:i w:val="0"/>
        <w:color w:val="5F5F5F"/>
        <w:spacing w:val="-20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C968F0"/>
    <w:multiLevelType w:val="hybridMultilevel"/>
    <w:tmpl w:val="36B05C5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427B37"/>
    <w:multiLevelType w:val="hybridMultilevel"/>
    <w:tmpl w:val="A42EE5D0"/>
    <w:lvl w:ilvl="0" w:tplc="FC3C16D0">
      <w:numFmt w:val="bullet"/>
      <w:lvlText w:val="-"/>
      <w:lvlJc w:val="left"/>
      <w:pPr>
        <w:ind w:left="720" w:hanging="360"/>
      </w:pPr>
      <w:rPr>
        <w:rFonts w:ascii="Myriad Pro" w:eastAsia="Times New Roman" w:hAnsi="Myriad Pro" w:cs="Myriad Pro" w:hint="default"/>
        <w:color w:val="68A1CB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4E2AA6"/>
    <w:multiLevelType w:val="hybridMultilevel"/>
    <w:tmpl w:val="C0121D6E"/>
    <w:lvl w:ilvl="0" w:tplc="724897A4">
      <w:start w:val="1"/>
      <w:numFmt w:val="bullet"/>
      <w:pStyle w:val="12-numrationniveau3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7B234F"/>
    <w:multiLevelType w:val="hybridMultilevel"/>
    <w:tmpl w:val="61BA8F00"/>
    <w:lvl w:ilvl="0" w:tplc="0ED2CDB6">
      <w:start w:val="1"/>
      <w:numFmt w:val="bullet"/>
      <w:lvlText w:val=""/>
      <w:lvlJc w:val="left"/>
      <w:pPr>
        <w:tabs>
          <w:tab w:val="num" w:pos="644"/>
        </w:tabs>
        <w:ind w:left="284" w:firstLine="0"/>
      </w:pPr>
      <w:rPr>
        <w:rFonts w:ascii="Wingdings" w:hAnsi="Wingdings" w:hint="default"/>
        <w:b w:val="0"/>
        <w:i w:val="0"/>
        <w:color w:val="5F5F5F"/>
        <w:spacing w:val="-20"/>
        <w:sz w:val="18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B046C7"/>
    <w:multiLevelType w:val="hybridMultilevel"/>
    <w:tmpl w:val="5328846A"/>
    <w:lvl w:ilvl="0" w:tplc="BC301150">
      <w:start w:val="1"/>
      <w:numFmt w:val="bullet"/>
      <w:lvlText w:val=""/>
      <w:lvlJc w:val="left"/>
      <w:pPr>
        <w:tabs>
          <w:tab w:val="num" w:pos="530"/>
        </w:tabs>
        <w:ind w:left="170" w:firstLine="0"/>
      </w:pPr>
      <w:rPr>
        <w:rFonts w:ascii="Wingdings" w:hAnsi="Wingdings" w:hint="default"/>
        <w:b w:val="0"/>
        <w:i w:val="0"/>
        <w:color w:val="5F5F5F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310E96"/>
    <w:multiLevelType w:val="multilevel"/>
    <w:tmpl w:val="6B6EEBD4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  <w:color w:val="68A1CB"/>
      </w:rPr>
    </w:lvl>
    <w:lvl w:ilvl="1">
      <w:start w:val="1"/>
      <w:numFmt w:val="bullet"/>
      <w:lvlText w:val="-"/>
      <w:lvlJc w:val="left"/>
      <w:pPr>
        <w:ind w:left="1440" w:hanging="363"/>
      </w:pPr>
      <w:rPr>
        <w:rFonts w:ascii="Myriad Pro" w:hAnsi="Myriad Pro" w:hint="default"/>
      </w:rPr>
    </w:lvl>
    <w:lvl w:ilvl="2">
      <w:start w:val="1"/>
      <w:numFmt w:val="bullet"/>
      <w:lvlRestart w:val="0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Restart w:val="0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Restart w:val="0"/>
      <w:lvlText w:val="o"/>
      <w:lvlJc w:val="left"/>
      <w:pPr>
        <w:ind w:left="3600" w:hanging="363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Restart w:val="0"/>
      <w:lvlText w:val="o"/>
      <w:lvlJc w:val="left"/>
      <w:pPr>
        <w:ind w:left="5760" w:hanging="363"/>
      </w:pPr>
      <w:rPr>
        <w:rFonts w:ascii="Courier New" w:hAnsi="Courier New" w:hint="default"/>
      </w:rPr>
    </w:lvl>
    <w:lvl w:ilvl="8">
      <w:start w:val="1"/>
      <w:numFmt w:val="bullet"/>
      <w:lvlRestart w:val="0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10" w15:restartNumberingAfterBreak="0">
    <w:nsid w:val="376C69DD"/>
    <w:multiLevelType w:val="hybridMultilevel"/>
    <w:tmpl w:val="200E2182"/>
    <w:lvl w:ilvl="0" w:tplc="C38AFE58">
      <w:start w:val="1"/>
      <w:numFmt w:val="bullet"/>
      <w:pStyle w:val="11-numrationniveau2"/>
      <w:lvlText w:val=""/>
      <w:lvlJc w:val="left"/>
      <w:pPr>
        <w:ind w:left="2062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11" w15:restartNumberingAfterBreak="0">
    <w:nsid w:val="3D2A2F6A"/>
    <w:multiLevelType w:val="hybridMultilevel"/>
    <w:tmpl w:val="BD4C8850"/>
    <w:lvl w:ilvl="0" w:tplc="534E57BE">
      <w:start w:val="1"/>
      <w:numFmt w:val="bullet"/>
      <w:lvlText w:val=""/>
      <w:lvlJc w:val="left"/>
      <w:pPr>
        <w:tabs>
          <w:tab w:val="num" w:pos="530"/>
        </w:tabs>
        <w:ind w:left="170" w:firstLine="0"/>
      </w:pPr>
      <w:rPr>
        <w:rFonts w:ascii="Wingdings" w:hAnsi="Wingdings" w:hint="default"/>
        <w:b w:val="0"/>
        <w:i w:val="0"/>
        <w:color w:val="5F5F5F"/>
        <w:spacing w:val="-20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657A5F"/>
    <w:multiLevelType w:val="multilevel"/>
    <w:tmpl w:val="A90CDCEA"/>
    <w:lvl w:ilvl="0">
      <w:numFmt w:val="bullet"/>
      <w:lvlText w:val=""/>
      <w:lvlJc w:val="left"/>
      <w:pPr>
        <w:ind w:left="720" w:hanging="360"/>
      </w:pPr>
      <w:rPr>
        <w:rFonts w:ascii="Wingdings 3" w:hAnsi="Wingdings 3" w:hint="default"/>
        <w:color w:val="68A1CB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Myriad Pro" w:hAnsi="Myriad Pro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5E52E8"/>
    <w:multiLevelType w:val="multilevel"/>
    <w:tmpl w:val="6B6EEBD4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  <w:color w:val="68A1CB"/>
      </w:rPr>
    </w:lvl>
    <w:lvl w:ilvl="1">
      <w:start w:val="1"/>
      <w:numFmt w:val="bullet"/>
      <w:lvlText w:val="-"/>
      <w:lvlJc w:val="left"/>
      <w:pPr>
        <w:ind w:left="1440" w:hanging="363"/>
      </w:pPr>
      <w:rPr>
        <w:rFonts w:ascii="Myriad Pro" w:hAnsi="Myriad Pro" w:hint="default"/>
      </w:rPr>
    </w:lvl>
    <w:lvl w:ilvl="2">
      <w:start w:val="1"/>
      <w:numFmt w:val="bullet"/>
      <w:lvlRestart w:val="0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Restart w:val="0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Restart w:val="0"/>
      <w:lvlText w:val="o"/>
      <w:lvlJc w:val="left"/>
      <w:pPr>
        <w:ind w:left="3600" w:hanging="363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Restart w:val="0"/>
      <w:lvlText w:val="o"/>
      <w:lvlJc w:val="left"/>
      <w:pPr>
        <w:ind w:left="5760" w:hanging="363"/>
      </w:pPr>
      <w:rPr>
        <w:rFonts w:ascii="Courier New" w:hAnsi="Courier New" w:hint="default"/>
      </w:rPr>
    </w:lvl>
    <w:lvl w:ilvl="8">
      <w:start w:val="1"/>
      <w:numFmt w:val="bullet"/>
      <w:lvlRestart w:val="0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14" w15:restartNumberingAfterBreak="0">
    <w:nsid w:val="409851C1"/>
    <w:multiLevelType w:val="hybridMultilevel"/>
    <w:tmpl w:val="A3FCA3FE"/>
    <w:lvl w:ilvl="0" w:tplc="FC3C16D0">
      <w:numFmt w:val="bullet"/>
      <w:lvlText w:val="-"/>
      <w:lvlJc w:val="left"/>
      <w:pPr>
        <w:ind w:left="1800" w:hanging="360"/>
      </w:pPr>
      <w:rPr>
        <w:rFonts w:ascii="Myriad Pro" w:eastAsia="Times New Roman" w:hAnsi="Myriad Pro" w:cs="Myriad Pro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452D24E4"/>
    <w:multiLevelType w:val="multilevel"/>
    <w:tmpl w:val="06A06394"/>
    <w:numStyleLink w:val="Style1"/>
  </w:abstractNum>
  <w:abstractNum w:abstractNumId="16" w15:restartNumberingAfterBreak="0">
    <w:nsid w:val="46445FEB"/>
    <w:multiLevelType w:val="multilevel"/>
    <w:tmpl w:val="3852F7AA"/>
    <w:numStyleLink w:val="Agam"/>
  </w:abstractNum>
  <w:abstractNum w:abstractNumId="17" w15:restartNumberingAfterBreak="0">
    <w:nsid w:val="487C7130"/>
    <w:multiLevelType w:val="hybridMultilevel"/>
    <w:tmpl w:val="0E1EF0F0"/>
    <w:lvl w:ilvl="0" w:tplc="519C4E7E">
      <w:numFmt w:val="bullet"/>
      <w:lvlText w:val=""/>
      <w:lvlJc w:val="left"/>
      <w:pPr>
        <w:ind w:left="720" w:hanging="360"/>
      </w:pPr>
      <w:rPr>
        <w:rFonts w:ascii="Wingdings 3" w:hAnsi="Wingdings 3" w:cs="Myriad Pro" w:hint="default"/>
        <w:color w:val="68A1CB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582F3F"/>
    <w:multiLevelType w:val="multilevel"/>
    <w:tmpl w:val="6B6EEBD4"/>
    <w:name w:val="Enumération Agam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  <w:color w:val="68A1CB"/>
      </w:rPr>
    </w:lvl>
    <w:lvl w:ilvl="1">
      <w:start w:val="1"/>
      <w:numFmt w:val="bullet"/>
      <w:lvlText w:val="-"/>
      <w:lvlJc w:val="left"/>
      <w:pPr>
        <w:ind w:left="1440" w:hanging="363"/>
      </w:pPr>
      <w:rPr>
        <w:rFonts w:ascii="Myriad Pro" w:hAnsi="Myriad Pro" w:hint="default"/>
      </w:rPr>
    </w:lvl>
    <w:lvl w:ilvl="2">
      <w:start w:val="1"/>
      <w:numFmt w:val="bullet"/>
      <w:lvlRestart w:val="0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Restart w:val="0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Restart w:val="0"/>
      <w:lvlText w:val="o"/>
      <w:lvlJc w:val="left"/>
      <w:pPr>
        <w:ind w:left="3600" w:hanging="363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Restart w:val="0"/>
      <w:lvlText w:val="o"/>
      <w:lvlJc w:val="left"/>
      <w:pPr>
        <w:ind w:left="5760" w:hanging="363"/>
      </w:pPr>
      <w:rPr>
        <w:rFonts w:ascii="Courier New" w:hAnsi="Courier New" w:hint="default"/>
      </w:rPr>
    </w:lvl>
    <w:lvl w:ilvl="8">
      <w:start w:val="1"/>
      <w:numFmt w:val="bullet"/>
      <w:lvlRestart w:val="0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19" w15:restartNumberingAfterBreak="0">
    <w:nsid w:val="4BAA0A92"/>
    <w:multiLevelType w:val="hybridMultilevel"/>
    <w:tmpl w:val="8B7A4844"/>
    <w:lvl w:ilvl="0" w:tplc="337A394E">
      <w:numFmt w:val="bullet"/>
      <w:lvlText w:val=""/>
      <w:lvlJc w:val="left"/>
      <w:pPr>
        <w:ind w:left="720" w:hanging="360"/>
      </w:pPr>
      <w:rPr>
        <w:rFonts w:ascii="Wingdings 3" w:hAnsi="Wingdings 3" w:cs="Myriad Pro" w:hint="default"/>
        <w:color w:val="68A1CB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2117CD"/>
    <w:multiLevelType w:val="hybridMultilevel"/>
    <w:tmpl w:val="87BA5004"/>
    <w:lvl w:ilvl="0" w:tplc="71E62530">
      <w:start w:val="1"/>
      <w:numFmt w:val="bullet"/>
      <w:lvlText w:val=""/>
      <w:lvlJc w:val="left"/>
      <w:pPr>
        <w:tabs>
          <w:tab w:val="num" w:pos="644"/>
        </w:tabs>
        <w:ind w:left="624" w:hanging="340"/>
      </w:pPr>
      <w:rPr>
        <w:rFonts w:ascii="Wingdings" w:hAnsi="Wingdings" w:hint="default"/>
        <w:b w:val="0"/>
        <w:i w:val="0"/>
        <w:color w:val="5F5F5F"/>
        <w:spacing w:val="-20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F225CD"/>
    <w:multiLevelType w:val="hybridMultilevel"/>
    <w:tmpl w:val="2B44359E"/>
    <w:lvl w:ilvl="0" w:tplc="7C149E68">
      <w:start w:val="1"/>
      <w:numFmt w:val="bullet"/>
      <w:lvlText w:val="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  <w:b w:val="0"/>
        <w:i w:val="0"/>
        <w:color w:val="5F5F5F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EB2EDC"/>
    <w:multiLevelType w:val="hybridMultilevel"/>
    <w:tmpl w:val="B6660D56"/>
    <w:lvl w:ilvl="0" w:tplc="337A394E">
      <w:numFmt w:val="bullet"/>
      <w:lvlText w:val=""/>
      <w:lvlJc w:val="left"/>
      <w:pPr>
        <w:ind w:left="720" w:hanging="360"/>
      </w:pPr>
      <w:rPr>
        <w:rFonts w:ascii="Wingdings 3" w:hAnsi="Wingdings 3" w:cs="Myriad Pro" w:hint="default"/>
        <w:color w:val="68A1CB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AC16F2"/>
    <w:multiLevelType w:val="hybridMultilevel"/>
    <w:tmpl w:val="A7702206"/>
    <w:lvl w:ilvl="0" w:tplc="AAA06292">
      <w:start w:val="1"/>
      <w:numFmt w:val="bullet"/>
      <w:lvlText w:val="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color w:val="5F5F5F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BA020C"/>
    <w:multiLevelType w:val="hybridMultilevel"/>
    <w:tmpl w:val="85A23176"/>
    <w:lvl w:ilvl="0" w:tplc="8F02B792">
      <w:start w:val="1"/>
      <w:numFmt w:val="bullet"/>
      <w:lvlText w:val=""/>
      <w:lvlJc w:val="left"/>
      <w:pPr>
        <w:tabs>
          <w:tab w:val="num" w:pos="644"/>
        </w:tabs>
        <w:ind w:left="284" w:firstLine="0"/>
      </w:pPr>
      <w:rPr>
        <w:rFonts w:ascii="Wingdings" w:hAnsi="Wingdings" w:hint="default"/>
        <w:b w:val="0"/>
        <w:i w:val="0"/>
        <w:color w:val="5F5F5F"/>
        <w:spacing w:val="-20"/>
        <w:sz w:val="18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9C3E59"/>
    <w:multiLevelType w:val="multilevel"/>
    <w:tmpl w:val="6B6EEBD4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  <w:color w:val="68A1CB"/>
      </w:rPr>
    </w:lvl>
    <w:lvl w:ilvl="1">
      <w:start w:val="1"/>
      <w:numFmt w:val="bullet"/>
      <w:lvlText w:val="-"/>
      <w:lvlJc w:val="left"/>
      <w:pPr>
        <w:ind w:left="1440" w:hanging="363"/>
      </w:pPr>
      <w:rPr>
        <w:rFonts w:ascii="Myriad Pro" w:hAnsi="Myriad Pro" w:hint="default"/>
      </w:rPr>
    </w:lvl>
    <w:lvl w:ilvl="2">
      <w:start w:val="1"/>
      <w:numFmt w:val="bullet"/>
      <w:lvlRestart w:val="0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Restart w:val="0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Restart w:val="0"/>
      <w:lvlText w:val="o"/>
      <w:lvlJc w:val="left"/>
      <w:pPr>
        <w:ind w:left="3600" w:hanging="363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Restart w:val="0"/>
      <w:lvlText w:val="o"/>
      <w:lvlJc w:val="left"/>
      <w:pPr>
        <w:ind w:left="5760" w:hanging="363"/>
      </w:pPr>
      <w:rPr>
        <w:rFonts w:ascii="Courier New" w:hAnsi="Courier New" w:hint="default"/>
      </w:rPr>
    </w:lvl>
    <w:lvl w:ilvl="8">
      <w:start w:val="1"/>
      <w:numFmt w:val="bullet"/>
      <w:lvlRestart w:val="0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26" w15:restartNumberingAfterBreak="0">
    <w:nsid w:val="66BE54EE"/>
    <w:multiLevelType w:val="hybridMultilevel"/>
    <w:tmpl w:val="1BD87A6A"/>
    <w:lvl w:ilvl="0" w:tplc="337A394E">
      <w:numFmt w:val="bullet"/>
      <w:lvlText w:val=""/>
      <w:lvlJc w:val="left"/>
      <w:pPr>
        <w:ind w:left="720" w:hanging="360"/>
      </w:pPr>
      <w:rPr>
        <w:rFonts w:ascii="Wingdings 3" w:hAnsi="Wingdings 3" w:cs="Myriad Pro" w:hint="default"/>
        <w:color w:val="68A1CB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E95415"/>
    <w:multiLevelType w:val="hybridMultilevel"/>
    <w:tmpl w:val="DBE2FD62"/>
    <w:lvl w:ilvl="0" w:tplc="AAE0E77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F9369C"/>
    <w:multiLevelType w:val="hybridMultilevel"/>
    <w:tmpl w:val="5D9ECAD4"/>
    <w:lvl w:ilvl="0" w:tplc="337A394E">
      <w:numFmt w:val="bullet"/>
      <w:lvlText w:val=""/>
      <w:lvlJc w:val="left"/>
      <w:pPr>
        <w:ind w:left="720" w:hanging="360"/>
      </w:pPr>
      <w:rPr>
        <w:rFonts w:ascii="Wingdings 3" w:hAnsi="Wingdings 3" w:cs="Myriad Pro" w:hint="default"/>
        <w:color w:val="68A1CB"/>
      </w:rPr>
    </w:lvl>
    <w:lvl w:ilvl="1" w:tplc="FD2ADF30">
      <w:start w:val="1"/>
      <w:numFmt w:val="bullet"/>
      <w:lvlText w:val="-"/>
      <w:lvlJc w:val="left"/>
      <w:pPr>
        <w:ind w:left="1440" w:hanging="360"/>
      </w:pPr>
      <w:rPr>
        <w:rFonts w:ascii="Myriad Pro" w:hAnsi="Myriad Pro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743364"/>
    <w:multiLevelType w:val="hybridMultilevel"/>
    <w:tmpl w:val="CBDA2926"/>
    <w:lvl w:ilvl="0" w:tplc="CBA86A80">
      <w:numFmt w:val="bullet"/>
      <w:lvlText w:val="-"/>
      <w:lvlJc w:val="left"/>
      <w:pPr>
        <w:ind w:left="1065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0" w15:restartNumberingAfterBreak="0">
    <w:nsid w:val="71B4645E"/>
    <w:multiLevelType w:val="hybridMultilevel"/>
    <w:tmpl w:val="54801626"/>
    <w:lvl w:ilvl="0" w:tplc="3242556E">
      <w:numFmt w:val="bullet"/>
      <w:lvlText w:val="-"/>
      <w:lvlJc w:val="left"/>
      <w:pPr>
        <w:ind w:left="720" w:hanging="360"/>
      </w:pPr>
      <w:rPr>
        <w:rFonts w:ascii="Myriad Pro" w:eastAsia="Times New Roman" w:hAnsi="Myriad Pro" w:cs="Myriad Pro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2D76FB"/>
    <w:multiLevelType w:val="hybridMultilevel"/>
    <w:tmpl w:val="BB94BC64"/>
    <w:lvl w:ilvl="0" w:tplc="FC3C16D0">
      <w:numFmt w:val="bullet"/>
      <w:lvlText w:val="-"/>
      <w:lvlJc w:val="left"/>
      <w:pPr>
        <w:ind w:left="720" w:hanging="360"/>
      </w:pPr>
      <w:rPr>
        <w:rFonts w:ascii="Myriad Pro" w:eastAsia="Times New Roman" w:hAnsi="Myriad Pro" w:cs="Myriad Pro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0D7957"/>
    <w:multiLevelType w:val="multilevel"/>
    <w:tmpl w:val="06A06394"/>
    <w:styleLink w:val="Style1"/>
    <w:lvl w:ilvl="0">
      <w:start w:val="1"/>
      <w:numFmt w:val="bullet"/>
      <w:lvlText w:val=""/>
      <w:lvlJc w:val="left"/>
      <w:pPr>
        <w:ind w:left="720" w:hanging="363"/>
      </w:pPr>
      <w:rPr>
        <w:rFonts w:ascii="Wingdings 3" w:hAnsi="Wingdings 3" w:hint="default"/>
        <w:color w:val="68A1CB"/>
      </w:rPr>
    </w:lvl>
    <w:lvl w:ilvl="1">
      <w:start w:val="1"/>
      <w:numFmt w:val="bullet"/>
      <w:lvlText w:val="-"/>
      <w:lvlJc w:val="left"/>
      <w:pPr>
        <w:ind w:left="1440" w:hanging="363"/>
      </w:pPr>
      <w:rPr>
        <w:rFonts w:ascii="Myriad Pro" w:hAnsi="Myriad Pro" w:hint="default"/>
      </w:rPr>
    </w:lvl>
    <w:lvl w:ilvl="2">
      <w:start w:val="1"/>
      <w:numFmt w:val="bullet"/>
      <w:lvlRestart w:val="0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Restart w:val="0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Restart w:val="0"/>
      <w:lvlText w:val="o"/>
      <w:lvlJc w:val="left"/>
      <w:pPr>
        <w:ind w:left="3600" w:hanging="363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Restart w:val="0"/>
      <w:lvlText w:val="o"/>
      <w:lvlJc w:val="left"/>
      <w:pPr>
        <w:ind w:left="5760" w:hanging="363"/>
      </w:pPr>
      <w:rPr>
        <w:rFonts w:ascii="Courier New" w:hAnsi="Courier New" w:hint="default"/>
      </w:rPr>
    </w:lvl>
    <w:lvl w:ilvl="8">
      <w:start w:val="1"/>
      <w:numFmt w:val="bullet"/>
      <w:lvlRestart w:val="0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33" w15:restartNumberingAfterBreak="0">
    <w:nsid w:val="74970811"/>
    <w:multiLevelType w:val="multilevel"/>
    <w:tmpl w:val="CC349D46"/>
    <w:lvl w:ilvl="0">
      <w:numFmt w:val="bullet"/>
      <w:pStyle w:val="10-numrationniveau1"/>
      <w:lvlText w:val=""/>
      <w:lvlJc w:val="left"/>
      <w:pPr>
        <w:ind w:left="360" w:hanging="360"/>
      </w:pPr>
      <w:rPr>
        <w:rFonts w:ascii="Wingdings 3" w:hAnsi="Wingdings 3" w:hint="default"/>
        <w:color w:val="007188"/>
        <w:sz w:val="20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Myriad Pro" w:hAnsi="Myriad Pro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E70177"/>
    <w:multiLevelType w:val="hybridMultilevel"/>
    <w:tmpl w:val="859882A2"/>
    <w:lvl w:ilvl="0" w:tplc="71E62530">
      <w:start w:val="1"/>
      <w:numFmt w:val="bullet"/>
      <w:lvlText w:val=""/>
      <w:lvlJc w:val="left"/>
      <w:pPr>
        <w:tabs>
          <w:tab w:val="num" w:pos="644"/>
        </w:tabs>
        <w:ind w:left="624" w:hanging="340"/>
      </w:pPr>
      <w:rPr>
        <w:rFonts w:ascii="Wingdings" w:hAnsi="Wingdings" w:hint="default"/>
        <w:b w:val="0"/>
        <w:i w:val="0"/>
        <w:color w:val="5F5F5F"/>
        <w:spacing w:val="-20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6D3CD1"/>
    <w:multiLevelType w:val="hybridMultilevel"/>
    <w:tmpl w:val="3852F7AA"/>
    <w:lvl w:ilvl="0" w:tplc="FC3C16D0">
      <w:numFmt w:val="bullet"/>
      <w:lvlText w:val="-"/>
      <w:lvlJc w:val="left"/>
      <w:pPr>
        <w:ind w:left="720" w:hanging="360"/>
      </w:pPr>
      <w:rPr>
        <w:rFonts w:ascii="Myriad Pro" w:eastAsia="Times New Roman" w:hAnsi="Myriad Pro" w:cs="Myriad Pro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2A454A"/>
    <w:multiLevelType w:val="hybridMultilevel"/>
    <w:tmpl w:val="E872E8D2"/>
    <w:lvl w:ilvl="0" w:tplc="AAA06292">
      <w:start w:val="1"/>
      <w:numFmt w:val="bullet"/>
      <w:lvlText w:val="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color w:val="5F5F5F"/>
        <w:sz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6E74A5"/>
    <w:multiLevelType w:val="multilevel"/>
    <w:tmpl w:val="06A06394"/>
    <w:numStyleLink w:val="Style1"/>
  </w:abstractNum>
  <w:abstractNum w:abstractNumId="38" w15:restartNumberingAfterBreak="0">
    <w:nsid w:val="7FA07C31"/>
    <w:multiLevelType w:val="multilevel"/>
    <w:tmpl w:val="3852F7AA"/>
    <w:styleLink w:val="Agam"/>
    <w:lvl w:ilvl="0">
      <w:numFmt w:val="bullet"/>
      <w:lvlText w:val=""/>
      <w:lvlJc w:val="left"/>
      <w:pPr>
        <w:ind w:left="720" w:hanging="360"/>
      </w:pPr>
      <w:rPr>
        <w:rFonts w:ascii="Wingdings 3" w:eastAsia="Times New Roman" w:hAnsi="Wingdings 3" w:cs="Myriad Pro" w:hint="default"/>
        <w:color w:val="68A1CB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Myriad Pro" w:hAnsi="Myriad Pro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23"/>
  </w:num>
  <w:num w:numId="3">
    <w:abstractNumId w:val="21"/>
  </w:num>
  <w:num w:numId="4">
    <w:abstractNumId w:val="8"/>
  </w:num>
  <w:num w:numId="5">
    <w:abstractNumId w:val="11"/>
  </w:num>
  <w:num w:numId="6">
    <w:abstractNumId w:val="3"/>
  </w:num>
  <w:num w:numId="7">
    <w:abstractNumId w:val="34"/>
  </w:num>
  <w:num w:numId="8">
    <w:abstractNumId w:val="20"/>
  </w:num>
  <w:num w:numId="9">
    <w:abstractNumId w:val="7"/>
  </w:num>
  <w:num w:numId="10">
    <w:abstractNumId w:val="24"/>
  </w:num>
  <w:num w:numId="11">
    <w:abstractNumId w:val="1"/>
  </w:num>
  <w:num w:numId="12">
    <w:abstractNumId w:val="4"/>
  </w:num>
  <w:num w:numId="13">
    <w:abstractNumId w:val="26"/>
  </w:num>
  <w:num w:numId="14">
    <w:abstractNumId w:val="14"/>
  </w:num>
  <w:num w:numId="15">
    <w:abstractNumId w:val="28"/>
  </w:num>
  <w:num w:numId="16">
    <w:abstractNumId w:val="5"/>
  </w:num>
  <w:num w:numId="17">
    <w:abstractNumId w:val="22"/>
  </w:num>
  <w:num w:numId="18">
    <w:abstractNumId w:val="25"/>
  </w:num>
  <w:num w:numId="19">
    <w:abstractNumId w:val="9"/>
  </w:num>
  <w:num w:numId="20">
    <w:abstractNumId w:val="15"/>
  </w:num>
  <w:num w:numId="21">
    <w:abstractNumId w:val="32"/>
  </w:num>
  <w:num w:numId="22">
    <w:abstractNumId w:val="19"/>
  </w:num>
  <w:num w:numId="23">
    <w:abstractNumId w:val="12"/>
  </w:num>
  <w:num w:numId="24">
    <w:abstractNumId w:val="18"/>
  </w:num>
  <w:num w:numId="25">
    <w:abstractNumId w:val="2"/>
  </w:num>
  <w:num w:numId="26">
    <w:abstractNumId w:val="17"/>
  </w:num>
  <w:num w:numId="27">
    <w:abstractNumId w:val="35"/>
  </w:num>
  <w:num w:numId="28">
    <w:abstractNumId w:val="38"/>
  </w:num>
  <w:num w:numId="29">
    <w:abstractNumId w:val="16"/>
  </w:num>
  <w:num w:numId="30">
    <w:abstractNumId w:val="31"/>
  </w:num>
  <w:num w:numId="31">
    <w:abstractNumId w:val="0"/>
  </w:num>
  <w:num w:numId="32">
    <w:abstractNumId w:val="30"/>
  </w:num>
  <w:num w:numId="33">
    <w:abstractNumId w:val="37"/>
  </w:num>
  <w:num w:numId="34">
    <w:abstractNumId w:val="13"/>
  </w:num>
  <w:num w:numId="35">
    <w:abstractNumId w:val="33"/>
  </w:num>
  <w:num w:numId="36">
    <w:abstractNumId w:val="10"/>
  </w:num>
  <w:num w:numId="37">
    <w:abstractNumId w:val="27"/>
  </w:num>
  <w:num w:numId="38">
    <w:abstractNumId w:val="6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4"/>
  <w:removePersonalInformation/>
  <w:removeDateAndTime/>
  <w:embedTrueTypeFonts/>
  <w:saveSubsetFonts/>
  <w:mirrorMargins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evenAndOddHeaders/>
  <w:drawingGridHorizontalSpacing w:val="181"/>
  <w:drawingGridVerticalSpacing w:val="181"/>
  <w:noPunctuationKerning/>
  <w:characterSpacingControl w:val="doNotCompress"/>
  <w:hdrShapeDefaults>
    <o:shapedefaults v:ext="edit" spidmax="81921"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6F7"/>
    <w:rsid w:val="000035C7"/>
    <w:rsid w:val="000050E4"/>
    <w:rsid w:val="00015168"/>
    <w:rsid w:val="00034027"/>
    <w:rsid w:val="00041211"/>
    <w:rsid w:val="00045161"/>
    <w:rsid w:val="00050057"/>
    <w:rsid w:val="00052A14"/>
    <w:rsid w:val="000806E9"/>
    <w:rsid w:val="0008747D"/>
    <w:rsid w:val="00092543"/>
    <w:rsid w:val="0009507F"/>
    <w:rsid w:val="000953FD"/>
    <w:rsid w:val="00095437"/>
    <w:rsid w:val="000A3322"/>
    <w:rsid w:val="000B0EF5"/>
    <w:rsid w:val="000D6598"/>
    <w:rsid w:val="000E1E55"/>
    <w:rsid w:val="000F37AE"/>
    <w:rsid w:val="00103937"/>
    <w:rsid w:val="00110549"/>
    <w:rsid w:val="00110BD4"/>
    <w:rsid w:val="00112275"/>
    <w:rsid w:val="001215B5"/>
    <w:rsid w:val="0012263B"/>
    <w:rsid w:val="001749EA"/>
    <w:rsid w:val="001A5369"/>
    <w:rsid w:val="001C00C8"/>
    <w:rsid w:val="001C7FFB"/>
    <w:rsid w:val="001D37E5"/>
    <w:rsid w:val="001D647D"/>
    <w:rsid w:val="001E2B98"/>
    <w:rsid w:val="001F6CCA"/>
    <w:rsid w:val="001F72E2"/>
    <w:rsid w:val="00202118"/>
    <w:rsid w:val="002214AA"/>
    <w:rsid w:val="00221F59"/>
    <w:rsid w:val="00230A38"/>
    <w:rsid w:val="00243CA9"/>
    <w:rsid w:val="00244B0F"/>
    <w:rsid w:val="00256302"/>
    <w:rsid w:val="00265194"/>
    <w:rsid w:val="002743A1"/>
    <w:rsid w:val="00285107"/>
    <w:rsid w:val="00292394"/>
    <w:rsid w:val="002A2A8C"/>
    <w:rsid w:val="002B6A0F"/>
    <w:rsid w:val="002D4559"/>
    <w:rsid w:val="002F2BFC"/>
    <w:rsid w:val="003000FB"/>
    <w:rsid w:val="00300EA6"/>
    <w:rsid w:val="00317A90"/>
    <w:rsid w:val="00334027"/>
    <w:rsid w:val="003471D6"/>
    <w:rsid w:val="003623DF"/>
    <w:rsid w:val="00362AB5"/>
    <w:rsid w:val="00364598"/>
    <w:rsid w:val="003755B4"/>
    <w:rsid w:val="003D0782"/>
    <w:rsid w:val="003E0E25"/>
    <w:rsid w:val="003F0246"/>
    <w:rsid w:val="004179E3"/>
    <w:rsid w:val="0043598C"/>
    <w:rsid w:val="00451C57"/>
    <w:rsid w:val="0046580A"/>
    <w:rsid w:val="00481BA1"/>
    <w:rsid w:val="00485EB1"/>
    <w:rsid w:val="004B0AF5"/>
    <w:rsid w:val="004B2A85"/>
    <w:rsid w:val="004C2ED2"/>
    <w:rsid w:val="004D777C"/>
    <w:rsid w:val="00516230"/>
    <w:rsid w:val="00521DB5"/>
    <w:rsid w:val="005270D7"/>
    <w:rsid w:val="00545153"/>
    <w:rsid w:val="0054635E"/>
    <w:rsid w:val="00547E3A"/>
    <w:rsid w:val="005543C5"/>
    <w:rsid w:val="00580222"/>
    <w:rsid w:val="00585BAD"/>
    <w:rsid w:val="005944C0"/>
    <w:rsid w:val="005B7E39"/>
    <w:rsid w:val="005C729A"/>
    <w:rsid w:val="005D3A6A"/>
    <w:rsid w:val="005D52B6"/>
    <w:rsid w:val="00615050"/>
    <w:rsid w:val="00616723"/>
    <w:rsid w:val="00624003"/>
    <w:rsid w:val="00645B5C"/>
    <w:rsid w:val="006462E6"/>
    <w:rsid w:val="00646F6E"/>
    <w:rsid w:val="006A6754"/>
    <w:rsid w:val="006A7984"/>
    <w:rsid w:val="006B754A"/>
    <w:rsid w:val="006D307C"/>
    <w:rsid w:val="006E0582"/>
    <w:rsid w:val="006E1BD9"/>
    <w:rsid w:val="006F202B"/>
    <w:rsid w:val="006F5BCC"/>
    <w:rsid w:val="006F5C71"/>
    <w:rsid w:val="007016E0"/>
    <w:rsid w:val="00730DD3"/>
    <w:rsid w:val="00756361"/>
    <w:rsid w:val="00762E63"/>
    <w:rsid w:val="0077635D"/>
    <w:rsid w:val="00777CAC"/>
    <w:rsid w:val="007F1FE5"/>
    <w:rsid w:val="00802298"/>
    <w:rsid w:val="00810733"/>
    <w:rsid w:val="008110A5"/>
    <w:rsid w:val="00820051"/>
    <w:rsid w:val="00830D0A"/>
    <w:rsid w:val="00835DFF"/>
    <w:rsid w:val="0084116A"/>
    <w:rsid w:val="008A3CC1"/>
    <w:rsid w:val="008D719C"/>
    <w:rsid w:val="00922402"/>
    <w:rsid w:val="009346F7"/>
    <w:rsid w:val="009408CE"/>
    <w:rsid w:val="00944AE0"/>
    <w:rsid w:val="00953914"/>
    <w:rsid w:val="0097291D"/>
    <w:rsid w:val="009C39D8"/>
    <w:rsid w:val="009D197E"/>
    <w:rsid w:val="009D22B6"/>
    <w:rsid w:val="009D3BA2"/>
    <w:rsid w:val="009D6114"/>
    <w:rsid w:val="00A026BE"/>
    <w:rsid w:val="00A179C4"/>
    <w:rsid w:val="00A21160"/>
    <w:rsid w:val="00A30A9F"/>
    <w:rsid w:val="00A47A65"/>
    <w:rsid w:val="00A54E9D"/>
    <w:rsid w:val="00A5672C"/>
    <w:rsid w:val="00A948AA"/>
    <w:rsid w:val="00AA5119"/>
    <w:rsid w:val="00AF215C"/>
    <w:rsid w:val="00AF57B1"/>
    <w:rsid w:val="00B0103D"/>
    <w:rsid w:val="00B16847"/>
    <w:rsid w:val="00B57DE6"/>
    <w:rsid w:val="00B604CA"/>
    <w:rsid w:val="00B863AE"/>
    <w:rsid w:val="00B924E6"/>
    <w:rsid w:val="00BA4AB4"/>
    <w:rsid w:val="00BB15D3"/>
    <w:rsid w:val="00C02130"/>
    <w:rsid w:val="00C14FF1"/>
    <w:rsid w:val="00C445F0"/>
    <w:rsid w:val="00C52673"/>
    <w:rsid w:val="00C60721"/>
    <w:rsid w:val="00C67E20"/>
    <w:rsid w:val="00C75BC9"/>
    <w:rsid w:val="00CF7DFC"/>
    <w:rsid w:val="00D10E7A"/>
    <w:rsid w:val="00D11626"/>
    <w:rsid w:val="00D13BCB"/>
    <w:rsid w:val="00D355FB"/>
    <w:rsid w:val="00D53EC8"/>
    <w:rsid w:val="00D62DEB"/>
    <w:rsid w:val="00D90BE3"/>
    <w:rsid w:val="00E02BB6"/>
    <w:rsid w:val="00E16E68"/>
    <w:rsid w:val="00E50FD7"/>
    <w:rsid w:val="00E554A3"/>
    <w:rsid w:val="00E57462"/>
    <w:rsid w:val="00E729C2"/>
    <w:rsid w:val="00E85722"/>
    <w:rsid w:val="00E91219"/>
    <w:rsid w:val="00E9335E"/>
    <w:rsid w:val="00EC1876"/>
    <w:rsid w:val="00EC40D9"/>
    <w:rsid w:val="00EF5C8F"/>
    <w:rsid w:val="00F17046"/>
    <w:rsid w:val="00F22DD0"/>
    <w:rsid w:val="00F236AA"/>
    <w:rsid w:val="00F3163E"/>
    <w:rsid w:val="00F44FA9"/>
    <w:rsid w:val="00F45A9A"/>
    <w:rsid w:val="00F50C44"/>
    <w:rsid w:val="00F928C3"/>
    <w:rsid w:val="00F92FDE"/>
    <w:rsid w:val="00F95F0A"/>
    <w:rsid w:val="00F97405"/>
    <w:rsid w:val="00FC11C7"/>
    <w:rsid w:val="00FE1273"/>
    <w:rsid w:val="00FF0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1">
      <o:colormenu v:ext="edit" fillcolor="none"/>
    </o:shapedefaults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0"/>
    <w:lsdException w:name="heading 2" w:uiPriority="9"/>
    <w:lsdException w:name="heading 3" w:uiPriority="9"/>
    <w:lsdException w:name="heading 4" w:semiHidden="1" w:uiPriority="44" w:unhideWhenUsed="1"/>
    <w:lsdException w:name="heading 5" w:semiHidden="1" w:uiPriority="44" w:unhideWhenUsed="1" w:qFormat="1"/>
    <w:lsdException w:name="heading 6" w:semiHidden="1" w:uiPriority="44" w:unhideWhenUsed="1" w:qFormat="1"/>
    <w:lsdException w:name="heading 7" w:semiHidden="1" w:uiPriority="44" w:unhideWhenUsed="1" w:qFormat="1"/>
    <w:lsdException w:name="heading 8" w:semiHidden="1" w:uiPriority="44" w:unhideWhenUsed="1" w:qFormat="1"/>
    <w:lsdException w:name="heading 9" w:semiHidden="1" w:uiPriority="44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39"/>
    <w:semiHidden/>
    <w:rsid w:val="00516230"/>
    <w:rPr>
      <w:rFonts w:ascii="Myriad Pro" w:hAnsi="Myriad Pro"/>
      <w:i/>
      <w:sz w:val="16"/>
      <w:szCs w:val="24"/>
      <w:lang w:bidi="he-IL"/>
    </w:rPr>
  </w:style>
  <w:style w:type="paragraph" w:styleId="Titre1">
    <w:name w:val="heading 1"/>
    <w:aliases w:val="ne pas utiliser"/>
    <w:link w:val="Titre1Car"/>
    <w:uiPriority w:val="41"/>
    <w:semiHidden/>
    <w:rsid w:val="001749EA"/>
    <w:pPr>
      <w:keepNext/>
      <w:spacing w:line="320" w:lineRule="exact"/>
      <w:jc w:val="right"/>
      <w:outlineLvl w:val="0"/>
    </w:pPr>
    <w:rPr>
      <w:rFonts w:ascii="Myriad Pro" w:hAnsi="Myriad Pro"/>
      <w:i/>
      <w:iCs/>
      <w:color w:val="FFFFFF"/>
      <w:sz w:val="21"/>
      <w:lang w:bidi="he-IL"/>
    </w:rPr>
  </w:style>
  <w:style w:type="paragraph" w:styleId="Titre2">
    <w:name w:val="heading 2"/>
    <w:aliases w:val=" ne pas utiliser."/>
    <w:basedOn w:val="Normal"/>
    <w:next w:val="Normal"/>
    <w:uiPriority w:val="41"/>
    <w:semiHidden/>
    <w:rsid w:val="003000FB"/>
    <w:pPr>
      <w:keepNext/>
      <w:jc w:val="right"/>
      <w:outlineLvl w:val="1"/>
    </w:pPr>
    <w:rPr>
      <w:color w:val="FFFFFF"/>
      <w:sz w:val="21"/>
    </w:rPr>
  </w:style>
  <w:style w:type="paragraph" w:styleId="Titre3">
    <w:name w:val="heading 3"/>
    <w:aliases w:val="ne pas utiliser.."/>
    <w:basedOn w:val="Normal"/>
    <w:next w:val="Normal"/>
    <w:uiPriority w:val="41"/>
    <w:semiHidden/>
    <w:rsid w:val="003000FB"/>
    <w:pPr>
      <w:keepNext/>
      <w:jc w:val="right"/>
      <w:outlineLvl w:val="2"/>
    </w:pPr>
    <w:rPr>
      <w:b/>
      <w:bCs/>
      <w:color w:val="FFFFFF"/>
      <w:sz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semiHidden/>
    <w:rsid w:val="00C67E20"/>
    <w:pPr>
      <w:ind w:left="720"/>
      <w:contextualSpacing/>
    </w:pPr>
  </w:style>
  <w:style w:type="paragraph" w:styleId="Notedebasdepage">
    <w:name w:val="footnote text"/>
    <w:basedOn w:val="Normal"/>
    <w:uiPriority w:val="99"/>
    <w:semiHidden/>
    <w:rsid w:val="003000FB"/>
    <w:rPr>
      <w:szCs w:val="20"/>
    </w:rPr>
  </w:style>
  <w:style w:type="paragraph" w:customStyle="1" w:styleId="17-Pagination">
    <w:name w:val="17-Pagination"/>
    <w:next w:val="Normal"/>
    <w:uiPriority w:val="16"/>
    <w:semiHidden/>
    <w:rsid w:val="003000FB"/>
    <w:pPr>
      <w:framePr w:w="303" w:wrap="around" w:vAnchor="text" w:hAnchor="page" w:x="339" w:y="941"/>
      <w:jc w:val="center"/>
    </w:pPr>
    <w:rPr>
      <w:rFonts w:ascii="Myriad Pro Black" w:hAnsi="Myriad Pro Black"/>
      <w:color w:val="5F5F5F"/>
      <w:u w:val="single"/>
      <w:lang w:bidi="he-IL"/>
    </w:rPr>
  </w:style>
  <w:style w:type="character" w:styleId="Appelnotedebasdep">
    <w:name w:val="footnote reference"/>
    <w:basedOn w:val="Policepardfaut"/>
    <w:uiPriority w:val="40"/>
    <w:semiHidden/>
    <w:rsid w:val="003000FB"/>
    <w:rPr>
      <w:rFonts w:ascii="Myriad Pro" w:hAnsi="Myriad Pro"/>
      <w:b/>
      <w:sz w:val="22"/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4116A"/>
    <w:rPr>
      <w:rFonts w:ascii="Tahoma" w:hAnsi="Tahoma" w:cs="Tahoma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4116A"/>
    <w:rPr>
      <w:rFonts w:ascii="Tahoma" w:hAnsi="Tahoma" w:cs="Tahoma"/>
      <w:i/>
      <w:sz w:val="16"/>
      <w:szCs w:val="16"/>
      <w:lang w:bidi="he-IL"/>
    </w:rPr>
  </w:style>
  <w:style w:type="character" w:customStyle="1" w:styleId="Titre1Car">
    <w:name w:val="Titre 1 Car"/>
    <w:aliases w:val="ne pas utiliser Car"/>
    <w:basedOn w:val="Policepardfaut"/>
    <w:link w:val="Titre1"/>
    <w:uiPriority w:val="41"/>
    <w:semiHidden/>
    <w:rsid w:val="001C7FFB"/>
    <w:rPr>
      <w:rFonts w:ascii="Myriad Pro" w:hAnsi="Myriad Pro"/>
      <w:i/>
      <w:iCs/>
      <w:color w:val="FFFFFF"/>
      <w:sz w:val="21"/>
      <w:lang w:bidi="he-IL"/>
    </w:rPr>
  </w:style>
  <w:style w:type="paragraph" w:customStyle="1" w:styleId="5-Introduction">
    <w:name w:val="5-Introduction"/>
    <w:basedOn w:val="Normal"/>
    <w:link w:val="5-IntroductionCar"/>
    <w:uiPriority w:val="4"/>
    <w:qFormat/>
    <w:rsid w:val="001D647D"/>
    <w:pPr>
      <w:tabs>
        <w:tab w:val="left" w:pos="170"/>
      </w:tabs>
      <w:autoSpaceDE w:val="0"/>
      <w:autoSpaceDN w:val="0"/>
      <w:adjustRightInd w:val="0"/>
      <w:spacing w:before="840" w:line="250" w:lineRule="atLeast"/>
      <w:jc w:val="both"/>
      <w:textAlignment w:val="baseline"/>
    </w:pPr>
    <w:rPr>
      <w:rFonts w:cs="Myriad Pro"/>
      <w:b/>
      <w:i w:val="0"/>
      <w:color w:val="000000"/>
      <w:sz w:val="18"/>
      <w:szCs w:val="18"/>
      <w:lang w:bidi="ar-SA"/>
    </w:rPr>
  </w:style>
  <w:style w:type="paragraph" w:customStyle="1" w:styleId="6-Textecourant">
    <w:name w:val="6-Texte courant"/>
    <w:basedOn w:val="Normal"/>
    <w:link w:val="6-TextecourantCar"/>
    <w:uiPriority w:val="4"/>
    <w:qFormat/>
    <w:rsid w:val="001D647D"/>
    <w:pPr>
      <w:tabs>
        <w:tab w:val="left" w:pos="170"/>
      </w:tabs>
      <w:autoSpaceDE w:val="0"/>
      <w:autoSpaceDN w:val="0"/>
      <w:adjustRightInd w:val="0"/>
      <w:spacing w:line="250" w:lineRule="atLeast"/>
      <w:jc w:val="both"/>
      <w:textAlignment w:val="baseline"/>
    </w:pPr>
    <w:rPr>
      <w:rFonts w:cs="Myriad Pro"/>
      <w:i w:val="0"/>
      <w:color w:val="000000"/>
      <w:sz w:val="18"/>
      <w:szCs w:val="18"/>
      <w:lang w:bidi="ar-SA"/>
    </w:rPr>
  </w:style>
  <w:style w:type="character" w:customStyle="1" w:styleId="5-IntroductionCar">
    <w:name w:val="5-Introduction Car"/>
    <w:basedOn w:val="Policepardfaut"/>
    <w:link w:val="5-Introduction"/>
    <w:uiPriority w:val="4"/>
    <w:rsid w:val="00802298"/>
    <w:rPr>
      <w:rFonts w:ascii="Myriad Pro" w:hAnsi="Myriad Pro" w:cs="Myriad Pro"/>
      <w:b/>
      <w:color w:val="000000"/>
      <w:sz w:val="18"/>
      <w:szCs w:val="18"/>
    </w:rPr>
  </w:style>
  <w:style w:type="paragraph" w:customStyle="1" w:styleId="3-Titredelanote">
    <w:name w:val="3-Titre de la note"/>
    <w:basedOn w:val="Normal"/>
    <w:uiPriority w:val="2"/>
    <w:qFormat/>
    <w:rsid w:val="0046580A"/>
    <w:pPr>
      <w:spacing w:before="300" w:line="560" w:lineRule="exact"/>
    </w:pPr>
    <w:rPr>
      <w:rFonts w:ascii="Bebas Neue Bold" w:hAnsi="Bebas Neue Bold"/>
      <w:i w:val="0"/>
      <w:noProof/>
      <w:sz w:val="56"/>
      <w:szCs w:val="82"/>
      <w:lang w:bidi="ar-SA"/>
    </w:rPr>
  </w:style>
  <w:style w:type="character" w:customStyle="1" w:styleId="6-TextecourantCar">
    <w:name w:val="6-Texte courant Car"/>
    <w:basedOn w:val="Policepardfaut"/>
    <w:link w:val="6-Textecourant"/>
    <w:uiPriority w:val="4"/>
    <w:rsid w:val="00C02130"/>
    <w:rPr>
      <w:rFonts w:ascii="Myriad Pro" w:hAnsi="Myriad Pro" w:cs="Myriad Pro"/>
      <w:color w:val="000000"/>
      <w:sz w:val="18"/>
      <w:szCs w:val="18"/>
    </w:rPr>
  </w:style>
  <w:style w:type="character" w:styleId="Rfrenceintense">
    <w:name w:val="Intense Reference"/>
    <w:basedOn w:val="Policepardfaut"/>
    <w:uiPriority w:val="32"/>
    <w:semiHidden/>
    <w:rsid w:val="00D355FB"/>
    <w:rPr>
      <w:b/>
      <w:bCs/>
      <w:smallCaps/>
      <w:color w:val="C0504D" w:themeColor="accent2"/>
      <w:spacing w:val="5"/>
      <w:u w:val="single"/>
    </w:rPr>
  </w:style>
  <w:style w:type="paragraph" w:customStyle="1" w:styleId="0-Auteur">
    <w:name w:val="0-Auteur"/>
    <w:qFormat/>
    <w:rsid w:val="00285107"/>
    <w:pPr>
      <w:spacing w:before="1280" w:line="180" w:lineRule="exact"/>
    </w:pPr>
    <w:rPr>
      <w:rFonts w:ascii="Myriad Pro Cond" w:hAnsi="Myriad Pro Cond"/>
      <w:b/>
      <w:sz w:val="16"/>
      <w:szCs w:val="16"/>
      <w:lang w:bidi="he-IL"/>
    </w:rPr>
  </w:style>
  <w:style w:type="paragraph" w:customStyle="1" w:styleId="2-Datedelanote">
    <w:name w:val="2-Date de la note"/>
    <w:uiPriority w:val="1"/>
    <w:qFormat/>
    <w:rsid w:val="006D307C"/>
    <w:rPr>
      <w:rFonts w:ascii="Myriad Pro Cond" w:hAnsi="Myriad Pro Cond"/>
      <w:sz w:val="19"/>
      <w:lang w:bidi="he-IL"/>
    </w:rPr>
  </w:style>
  <w:style w:type="paragraph" w:customStyle="1" w:styleId="4-Sous-titredelanote">
    <w:name w:val="4-Sous-titre de la note"/>
    <w:uiPriority w:val="3"/>
    <w:qFormat/>
    <w:rsid w:val="006D307C"/>
    <w:rPr>
      <w:rFonts w:ascii="Helvetica 35 Thin" w:hAnsi="Helvetica 35 Thin"/>
      <w:color w:val="5F5F5F"/>
      <w:sz w:val="36"/>
      <w:lang w:bidi="he-IL"/>
    </w:rPr>
  </w:style>
  <w:style w:type="paragraph" w:customStyle="1" w:styleId="13-Lgendedeliconographie">
    <w:name w:val="13-Légende de l'iconographie"/>
    <w:uiPriority w:val="10"/>
    <w:qFormat/>
    <w:rsid w:val="002F2BFC"/>
    <w:pPr>
      <w:spacing w:before="120"/>
    </w:pPr>
    <w:rPr>
      <w:rFonts w:ascii="Bebas Neue Bold" w:hAnsi="Bebas Neue Bold" w:cs="Myriad Pro"/>
      <w:color w:val="000000"/>
      <w:sz w:val="19"/>
      <w:szCs w:val="19"/>
    </w:rPr>
  </w:style>
  <w:style w:type="character" w:customStyle="1" w:styleId="14-Commentairedeliconographie">
    <w:name w:val="14-Commentaire de l'iconographie"/>
    <w:basedOn w:val="Policepardfaut"/>
    <w:uiPriority w:val="11"/>
    <w:qFormat/>
    <w:rsid w:val="002F2BFC"/>
    <w:rPr>
      <w:rFonts w:ascii="HelveticaNeue Condensed" w:hAnsi="HelveticaNeue Condensed"/>
      <w:i/>
      <w:sz w:val="16"/>
      <w:szCs w:val="16"/>
    </w:rPr>
  </w:style>
  <w:style w:type="paragraph" w:customStyle="1" w:styleId="7-Intertitre1">
    <w:name w:val="7-Intertitre 1"/>
    <w:basedOn w:val="Normal"/>
    <w:next w:val="6-Textecourant"/>
    <w:link w:val="7-Intertitre1Car"/>
    <w:uiPriority w:val="5"/>
    <w:qFormat/>
    <w:rsid w:val="00E554A3"/>
    <w:pPr>
      <w:spacing w:before="360" w:line="320" w:lineRule="exact"/>
      <w:jc w:val="both"/>
    </w:pPr>
    <w:rPr>
      <w:rFonts w:ascii="HelveticaNeue Condensed" w:hAnsi="HelveticaNeue Condensed"/>
      <w:b/>
      <w:i w:val="0"/>
      <w:color w:val="007188"/>
      <w:sz w:val="25"/>
      <w:szCs w:val="25"/>
    </w:rPr>
  </w:style>
  <w:style w:type="character" w:customStyle="1" w:styleId="7-Intertitre1Car">
    <w:name w:val="7-Intertitre 1 Car"/>
    <w:basedOn w:val="Policepardfaut"/>
    <w:link w:val="7-Intertitre1"/>
    <w:uiPriority w:val="5"/>
    <w:rsid w:val="00802298"/>
    <w:rPr>
      <w:rFonts w:ascii="HelveticaNeue Condensed" w:hAnsi="HelveticaNeue Condensed"/>
      <w:b/>
      <w:color w:val="007188"/>
      <w:sz w:val="25"/>
      <w:szCs w:val="25"/>
      <w:lang w:bidi="he-IL"/>
    </w:rPr>
  </w:style>
  <w:style w:type="paragraph" w:customStyle="1" w:styleId="8-Intertitre2">
    <w:name w:val="8-Intertitre 2"/>
    <w:basedOn w:val="Normal"/>
    <w:next w:val="6-Textecourant"/>
    <w:link w:val="8-Intertitre2Car"/>
    <w:uiPriority w:val="7"/>
    <w:qFormat/>
    <w:rsid w:val="000806E9"/>
    <w:pPr>
      <w:spacing w:before="160" w:line="320" w:lineRule="exact"/>
      <w:jc w:val="both"/>
    </w:pPr>
    <w:rPr>
      <w:rFonts w:ascii="HelveticaNeue Condensed" w:hAnsi="HelveticaNeue Condensed"/>
      <w:b/>
      <w:i w:val="0"/>
      <w:color w:val="000000" w:themeColor="text1"/>
      <w:sz w:val="23"/>
      <w:szCs w:val="23"/>
    </w:rPr>
  </w:style>
  <w:style w:type="character" w:customStyle="1" w:styleId="8-Intertitre2Car">
    <w:name w:val="8-Intertitre 2 Car"/>
    <w:basedOn w:val="Policepardfaut"/>
    <w:link w:val="8-Intertitre2"/>
    <w:uiPriority w:val="7"/>
    <w:rsid w:val="000806E9"/>
    <w:rPr>
      <w:rFonts w:ascii="HelveticaNeue Condensed" w:hAnsi="HelveticaNeue Condensed"/>
      <w:b/>
      <w:color w:val="000000" w:themeColor="text1"/>
      <w:sz w:val="23"/>
      <w:szCs w:val="23"/>
      <w:lang w:bidi="he-IL"/>
    </w:rPr>
  </w:style>
  <w:style w:type="paragraph" w:customStyle="1" w:styleId="9-Intertitre3">
    <w:name w:val="9-Intertitre 3"/>
    <w:next w:val="6-Textecourant"/>
    <w:uiPriority w:val="7"/>
    <w:qFormat/>
    <w:rsid w:val="000806E9"/>
    <w:pPr>
      <w:spacing w:before="100"/>
    </w:pPr>
    <w:rPr>
      <w:rFonts w:ascii="HelveticaNeue MediumCond" w:hAnsi="HelveticaNeue MediumCond"/>
      <w:color w:val="000000" w:themeColor="text1"/>
      <w:sz w:val="22"/>
      <w:szCs w:val="22"/>
      <w:lang w:bidi="he-IL"/>
    </w:rPr>
  </w:style>
  <w:style w:type="character" w:customStyle="1" w:styleId="Textecourantgras">
    <w:name w:val="Texte courant gras"/>
    <w:basedOn w:val="Policepardfaut"/>
    <w:uiPriority w:val="24"/>
    <w:semiHidden/>
    <w:rsid w:val="003E0E25"/>
    <w:rPr>
      <w:b/>
      <w:u w:val="single"/>
    </w:rPr>
  </w:style>
  <w:style w:type="numbering" w:customStyle="1" w:styleId="Style1">
    <w:name w:val="Style1"/>
    <w:uiPriority w:val="99"/>
    <w:rsid w:val="00EC40D9"/>
    <w:pPr>
      <w:numPr>
        <w:numId w:val="21"/>
      </w:numPr>
    </w:pPr>
  </w:style>
  <w:style w:type="numbering" w:customStyle="1" w:styleId="Agam">
    <w:name w:val="Agam"/>
    <w:uiPriority w:val="99"/>
    <w:rsid w:val="005D3A6A"/>
    <w:pPr>
      <w:numPr>
        <w:numId w:val="28"/>
      </w:numPr>
    </w:pPr>
  </w:style>
  <w:style w:type="paragraph" w:customStyle="1" w:styleId="15-Titreencart">
    <w:name w:val="15-Titre encart"/>
    <w:basedOn w:val="Normal"/>
    <w:uiPriority w:val="99"/>
    <w:rsid w:val="00F97405"/>
    <w:pPr>
      <w:suppressAutoHyphens/>
      <w:autoSpaceDE w:val="0"/>
      <w:autoSpaceDN w:val="0"/>
      <w:adjustRightInd w:val="0"/>
      <w:spacing w:before="283" w:after="113" w:line="380" w:lineRule="atLeast"/>
      <w:textAlignment w:val="baseline"/>
    </w:pPr>
    <w:rPr>
      <w:rFonts w:ascii="Bebas Neue Bold" w:hAnsi="Bebas Neue Bold" w:cs="Bebas Neue"/>
      <w:i w:val="0"/>
      <w:color w:val="FFFFFF"/>
      <w:sz w:val="36"/>
      <w:szCs w:val="36"/>
      <w:lang w:bidi="ar-SA"/>
    </w:rPr>
  </w:style>
  <w:style w:type="paragraph" w:customStyle="1" w:styleId="16-Texteencart">
    <w:name w:val="16-Texte encart"/>
    <w:basedOn w:val="Normal"/>
    <w:next w:val="Normal"/>
    <w:uiPriority w:val="99"/>
    <w:rsid w:val="00041211"/>
    <w:pPr>
      <w:suppressAutoHyphens/>
      <w:autoSpaceDE w:val="0"/>
      <w:autoSpaceDN w:val="0"/>
      <w:adjustRightInd w:val="0"/>
      <w:spacing w:line="240" w:lineRule="atLeast"/>
      <w:textAlignment w:val="baseline"/>
    </w:pPr>
    <w:rPr>
      <w:rFonts w:ascii="Myriad Pro Cond" w:hAnsi="Myriad Pro Cond" w:cs="Myriad Pro Cond"/>
      <w:i w:val="0"/>
      <w:color w:val="FFFFFF"/>
      <w:sz w:val="22"/>
      <w:szCs w:val="22"/>
      <w:lang w:bidi="ar-SA"/>
    </w:rPr>
  </w:style>
  <w:style w:type="paragraph" w:styleId="En-tte">
    <w:name w:val="header"/>
    <w:basedOn w:val="Normal"/>
    <w:link w:val="En-tteCar"/>
    <w:uiPriority w:val="99"/>
    <w:semiHidden/>
    <w:rsid w:val="00F95F0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1C7FFB"/>
    <w:rPr>
      <w:rFonts w:ascii="Myriad Pro" w:hAnsi="Myriad Pro"/>
      <w:i/>
      <w:sz w:val="16"/>
      <w:szCs w:val="24"/>
      <w:lang w:bidi="he-IL"/>
    </w:rPr>
  </w:style>
  <w:style w:type="paragraph" w:customStyle="1" w:styleId="10-numrationniveau1">
    <w:name w:val="10-énumération niveau 1"/>
    <w:basedOn w:val="6-Textecourant"/>
    <w:uiPriority w:val="10"/>
    <w:rsid w:val="0009507F"/>
    <w:pPr>
      <w:numPr>
        <w:numId w:val="35"/>
      </w:numPr>
      <w:tabs>
        <w:tab w:val="clear" w:pos="170"/>
      </w:tabs>
      <w:ind w:left="182" w:hanging="182"/>
    </w:pPr>
  </w:style>
  <w:style w:type="paragraph" w:customStyle="1" w:styleId="11-numrationniveau20">
    <w:name w:val="11-énumération niveau 2"/>
    <w:basedOn w:val="10-numrationniveau1"/>
    <w:uiPriority w:val="99"/>
    <w:semiHidden/>
    <w:rsid w:val="006F202B"/>
  </w:style>
  <w:style w:type="paragraph" w:customStyle="1" w:styleId="11-numrationniveau2">
    <w:name w:val="11 -énumération niveau 2"/>
    <w:basedOn w:val="Paragraphedeliste"/>
    <w:uiPriority w:val="10"/>
    <w:rsid w:val="0009507F"/>
    <w:pPr>
      <w:numPr>
        <w:numId w:val="36"/>
      </w:numPr>
      <w:ind w:left="336" w:hanging="154"/>
      <w:jc w:val="both"/>
    </w:pPr>
    <w:rPr>
      <w:i w:val="0"/>
      <w:sz w:val="18"/>
    </w:rPr>
  </w:style>
  <w:style w:type="paragraph" w:customStyle="1" w:styleId="12-numrationniveau3">
    <w:name w:val="12-Énumération niveau 3"/>
    <w:basedOn w:val="6-Textecourant"/>
    <w:uiPriority w:val="10"/>
    <w:rsid w:val="00362AB5"/>
    <w:pPr>
      <w:numPr>
        <w:numId w:val="38"/>
      </w:numPr>
      <w:tabs>
        <w:tab w:val="clear" w:pos="170"/>
      </w:tabs>
      <w:ind w:left="658" w:hanging="182"/>
    </w:pPr>
  </w:style>
  <w:style w:type="paragraph" w:customStyle="1" w:styleId="6bis-Surlignagegras">
    <w:name w:val="6bis-Surlignage gras"/>
    <w:basedOn w:val="6-Textecourant"/>
    <w:link w:val="6bis-SurlignagegrasCar"/>
    <w:uiPriority w:val="5"/>
    <w:rsid w:val="00103937"/>
    <w:rPr>
      <w:b/>
      <w:u w:val="single"/>
    </w:rPr>
  </w:style>
  <w:style w:type="character" w:customStyle="1" w:styleId="6bis-SurlignagegrasCar">
    <w:name w:val="6bis-Surlignage gras Car"/>
    <w:basedOn w:val="6-TextecourantCar"/>
    <w:link w:val="6bis-Surlignagegras"/>
    <w:uiPriority w:val="5"/>
    <w:rsid w:val="000B0EF5"/>
    <w:rPr>
      <w:rFonts w:ascii="Myriad Pro" w:hAnsi="Myriad Pro" w:cs="Myriad Pro"/>
      <w:b/>
      <w:color w:val="000000"/>
      <w:sz w:val="18"/>
      <w:szCs w:val="18"/>
      <w:u w:val="single"/>
    </w:rPr>
  </w:style>
  <w:style w:type="paragraph" w:customStyle="1" w:styleId="6ter-Textegras">
    <w:name w:val="6ter-Texte gras"/>
    <w:basedOn w:val="6bis-Surlignagegras"/>
    <w:link w:val="6ter-TextegrasCar"/>
    <w:uiPriority w:val="5"/>
    <w:qFormat/>
    <w:rsid w:val="00334027"/>
    <w:rPr>
      <w:u w:val="none"/>
    </w:rPr>
  </w:style>
  <w:style w:type="table" w:styleId="Grilledutableau">
    <w:name w:val="Table Grid"/>
    <w:basedOn w:val="TableauNormal"/>
    <w:uiPriority w:val="59"/>
    <w:rsid w:val="000D65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ter-TextegrasCar">
    <w:name w:val="6ter-Texte gras Car"/>
    <w:basedOn w:val="6bis-SurlignagegrasCar"/>
    <w:link w:val="6ter-Textegras"/>
    <w:uiPriority w:val="5"/>
    <w:rsid w:val="00516230"/>
    <w:rPr>
      <w:rFonts w:ascii="Myriad Pro" w:hAnsi="Myriad Pro" w:cs="Myriad Pro"/>
      <w:b/>
      <w:color w:val="000000"/>
      <w:sz w:val="18"/>
      <w:szCs w:val="18"/>
      <w:u w:val="single"/>
    </w:rPr>
  </w:style>
  <w:style w:type="paragraph" w:customStyle="1" w:styleId="19-Notedebasdepage">
    <w:name w:val="19-Note de bas de page"/>
    <w:basedOn w:val="Notedebasdepage"/>
    <w:autoRedefine/>
    <w:uiPriority w:val="99"/>
    <w:qFormat/>
    <w:rsid w:val="008A3CC1"/>
    <w:rPr>
      <w:rFonts w:ascii="Myriad Pro Cond" w:hAnsi="Myriad Pro Cond"/>
      <w:i w:val="0"/>
      <w:szCs w:val="16"/>
    </w:rPr>
  </w:style>
  <w:style w:type="character" w:customStyle="1" w:styleId="17-Appeldenote">
    <w:name w:val="17-Appel de note"/>
    <w:basedOn w:val="Appelnotedebasdep"/>
    <w:uiPriority w:val="99"/>
    <w:qFormat/>
    <w:rsid w:val="008A3CC1"/>
    <w:rPr>
      <w:rFonts w:ascii="Myriad Pro" w:hAnsi="Myriad Pro" w:hint="default"/>
      <w:b/>
      <w:bCs w:val="0"/>
      <w:color w:val="007188"/>
      <w:sz w:val="22"/>
      <w:vertAlign w:val="superscript"/>
    </w:rPr>
  </w:style>
  <w:style w:type="character" w:customStyle="1" w:styleId="18-Nnotedebasdepage">
    <w:name w:val="18-N° note de bas de page"/>
    <w:uiPriority w:val="99"/>
    <w:qFormat/>
    <w:rsid w:val="008A3CC1"/>
    <w:rPr>
      <w:rFonts w:ascii="Myriad Pro Cond" w:hAnsi="Myriad Pro Cond" w:hint="default"/>
      <w:b/>
      <w:bCs w:val="0"/>
      <w:color w:val="007188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26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Travaux\2-COM\50-01-16-Refonte%20charte\Gabarits\Not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271AB9-A078-4439-8ED0-8E6D4960C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Note</Template>
  <TotalTime>0</TotalTime>
  <Pages>1</Pages>
  <Words>48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2024-05-07T07:43:00Z</dcterms:created>
  <dcterms:modified xsi:type="dcterms:W3CDTF">2024-05-07T11:53:00Z</dcterms:modified>
</cp:coreProperties>
</file>